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4"/>
          <w:szCs w:val="24"/>
        </w:rPr>
        <w:alias w:val="Author"/>
        <w:id w:val="4805016"/>
        <w:placeholder>
          <w:docPart w:val="1223C3E702794AE69D85CB5C5FC9576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 w:rsidR="000F4226" w:rsidRPr="00B858A7" w:rsidRDefault="0016622C" w:rsidP="006E29D5">
          <w:pPr>
            <w:pStyle w:val="YourName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Bonnie </w:t>
          </w:r>
          <w:r w:rsidR="002B1A8C" w:rsidRPr="00B858A7">
            <w:rPr>
              <w:rFonts w:ascii="Times New Roman" w:hAnsi="Times New Roman" w:cs="Times New Roman"/>
              <w:sz w:val="24"/>
              <w:szCs w:val="24"/>
            </w:rPr>
            <w:t>Reichert</w:t>
          </w:r>
        </w:p>
      </w:sdtContent>
    </w:sdt>
    <w:p w:rsidR="006E29D5" w:rsidRPr="00B858A7" w:rsidRDefault="00882355" w:rsidP="006E29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109 S. Rawhide Trail</w:t>
      </w:r>
    </w:p>
    <w:p w:rsidR="006E29D5" w:rsidRPr="00B858A7" w:rsidRDefault="00882355" w:rsidP="006E29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Liberty Hill, TX 78642</w:t>
      </w:r>
    </w:p>
    <w:p w:rsidR="006E29D5" w:rsidRPr="00B858A7" w:rsidRDefault="00882355" w:rsidP="006E29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512-778-5107</w:t>
      </w:r>
    </w:p>
    <w:p w:rsidR="000F4226" w:rsidRPr="00B858A7" w:rsidRDefault="00882355" w:rsidP="006E29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breichert@thereicherts.com</w:t>
      </w:r>
    </w:p>
    <w:p w:rsidR="000F4226" w:rsidRPr="00B858A7" w:rsidRDefault="00892013">
      <w:pPr>
        <w:pStyle w:val="SectionHeading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EDUCATION</w:t>
      </w:r>
    </w:p>
    <w:p w:rsidR="00684FDA" w:rsidRPr="00B858A7" w:rsidRDefault="00882355" w:rsidP="00684FDA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Lamar University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Beaumont, Texas</w:t>
      </w:r>
    </w:p>
    <w:p w:rsidR="000F4226" w:rsidRPr="00B858A7" w:rsidRDefault="00882355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Candidate for M.Ed.</w:t>
      </w:r>
      <w:r w:rsidR="007D0A39" w:rsidRPr="00B858A7">
        <w:rPr>
          <w:rFonts w:ascii="Times New Roman" w:hAnsi="Times New Roman" w:cs="Times New Roman"/>
          <w:b w:val="0"/>
          <w:sz w:val="24"/>
          <w:szCs w:val="24"/>
        </w:rPr>
        <w:t xml:space="preserve"> Educational Technology Leadership</w:t>
      </w:r>
      <w:r w:rsidR="00892013"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275215203"/>
          <w:placeholder>
            <w:docPart w:val="AF5DD552FE0D4AD28612766788F5F10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64F08" w:rsidRPr="00B858A7">
            <w:rPr>
              <w:rFonts w:ascii="Times New Roman" w:hAnsi="Times New Roman" w:cs="Times New Roman"/>
              <w:b w:val="0"/>
              <w:sz w:val="24"/>
              <w:szCs w:val="24"/>
            </w:rPr>
            <w:t>2012</w:t>
          </w:r>
        </w:sdtContent>
      </w:sdt>
    </w:p>
    <w:p w:rsidR="007D0A39" w:rsidRPr="00B858A7" w:rsidRDefault="007D0A39">
      <w:pPr>
        <w:pStyle w:val="Location"/>
        <w:rPr>
          <w:rFonts w:ascii="Times New Roman" w:hAnsi="Times New Roman" w:cs="Times New Roman"/>
          <w:sz w:val="24"/>
          <w:szCs w:val="24"/>
        </w:rPr>
      </w:pPr>
    </w:p>
    <w:p w:rsidR="000F4226" w:rsidRPr="00B858A7" w:rsidRDefault="00882355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Granite State College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Concord, NH</w:t>
      </w:r>
    </w:p>
    <w:p w:rsidR="007D0A39" w:rsidRPr="00B858A7" w:rsidRDefault="00882355" w:rsidP="007D0A39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B.A. Self-Design</w:t>
      </w:r>
      <w:r w:rsidR="007D0A39" w:rsidRPr="00B858A7">
        <w:rPr>
          <w:rFonts w:ascii="Times New Roman" w:hAnsi="Times New Roman" w:cs="Times New Roman"/>
          <w:b w:val="0"/>
          <w:sz w:val="24"/>
          <w:szCs w:val="24"/>
        </w:rPr>
        <w:t xml:space="preserve"> – Computer Technology Education</w:t>
      </w:r>
      <w:r w:rsidR="00892013"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275215213"/>
          <w:placeholder>
            <w:docPart w:val="BD65531CB6B6415D9C73A6AA4AEEA3EB"/>
          </w:placeholder>
          <w:date w:fullDate="2004-06-01T00:00:00Z">
            <w:dateFormat w:val="YYYY"/>
            <w:lid w:val="en-US"/>
            <w:storeMappedDataAs w:val="dateTime"/>
            <w:calendar w:val="gregorian"/>
          </w:date>
        </w:sdtPr>
        <w:sdtContent>
          <w:r w:rsidR="007D0A39" w:rsidRPr="00B858A7">
            <w:rPr>
              <w:rFonts w:ascii="Times New Roman" w:hAnsi="Times New Roman" w:cs="Times New Roman"/>
              <w:b w:val="0"/>
              <w:sz w:val="24"/>
              <w:szCs w:val="24"/>
            </w:rPr>
            <w:t>2004</w:t>
          </w:r>
        </w:sdtContent>
      </w:sdt>
    </w:p>
    <w:p w:rsidR="000F4226" w:rsidRPr="00B858A7" w:rsidRDefault="00911423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 xml:space="preserve">Summa </w:t>
      </w:r>
      <w:proofErr w:type="gramStart"/>
      <w:r w:rsidRPr="00B858A7">
        <w:rPr>
          <w:rFonts w:ascii="Times New Roman" w:hAnsi="Times New Roman" w:cs="Times New Roman"/>
          <w:sz w:val="24"/>
          <w:szCs w:val="24"/>
        </w:rPr>
        <w:t>Cum</w:t>
      </w:r>
      <w:proofErr w:type="gramEnd"/>
      <w:r w:rsidRPr="00B858A7">
        <w:rPr>
          <w:rFonts w:ascii="Times New Roman" w:hAnsi="Times New Roman" w:cs="Times New Roman"/>
          <w:sz w:val="24"/>
          <w:szCs w:val="24"/>
        </w:rPr>
        <w:t xml:space="preserve"> Laude</w:t>
      </w:r>
    </w:p>
    <w:p w:rsidR="00911423" w:rsidRPr="00B858A7" w:rsidRDefault="00911423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7D0A39" w:rsidRPr="00B858A7" w:rsidRDefault="007D0A39" w:rsidP="007D0A39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NH Community Technical College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Berlin, NH</w:t>
      </w:r>
    </w:p>
    <w:p w:rsidR="007D0A39" w:rsidRPr="00B858A7" w:rsidRDefault="007D0A39" w:rsidP="007D0A39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Undergraduate Coursework</w:t>
      </w:r>
      <w:r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3186283"/>
          <w:placeholder>
            <w:docPart w:val="7CF46C3FF92848018065A74F896965B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B858A7">
            <w:rPr>
              <w:rFonts w:ascii="Times New Roman" w:hAnsi="Times New Roman" w:cs="Times New Roman"/>
              <w:b w:val="0"/>
              <w:sz w:val="24"/>
              <w:szCs w:val="24"/>
            </w:rPr>
            <w:t>2005</w:t>
          </w:r>
        </w:sdtContent>
      </w:sdt>
    </w:p>
    <w:p w:rsidR="000F4226" w:rsidRPr="00B858A7" w:rsidRDefault="007D0A39" w:rsidP="007D0A39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Area of concentration: Education</w:t>
      </w:r>
    </w:p>
    <w:p w:rsidR="007D0A39" w:rsidRPr="00B858A7" w:rsidRDefault="007D0A39" w:rsidP="007D0A39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7D0A39" w:rsidRPr="00B858A7" w:rsidRDefault="007D0A39" w:rsidP="007D0A39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New Hampshire Technology Institute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Concord, NH</w:t>
      </w:r>
    </w:p>
    <w:p w:rsidR="007D0A39" w:rsidRPr="00B858A7" w:rsidRDefault="007D0A39" w:rsidP="007D0A39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Undergraduate Coursework</w:t>
      </w:r>
      <w:r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275215217"/>
          <w:placeholder>
            <w:docPart w:val="0E08C1E39F774963A0E27E7697889D5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911423" w:rsidRPr="00B858A7">
            <w:rPr>
              <w:rFonts w:ascii="Times New Roman" w:hAnsi="Times New Roman" w:cs="Times New Roman"/>
              <w:b w:val="0"/>
              <w:sz w:val="24"/>
              <w:szCs w:val="24"/>
            </w:rPr>
            <w:t>2005</w:t>
          </w:r>
        </w:sdtContent>
      </w:sdt>
    </w:p>
    <w:p w:rsidR="007D0A39" w:rsidRPr="00B858A7" w:rsidRDefault="007D0A39" w:rsidP="007D0A39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Area of concentration: Education</w:t>
      </w:r>
    </w:p>
    <w:p w:rsidR="007D0A39" w:rsidRPr="00B858A7" w:rsidRDefault="007D0A39" w:rsidP="007D0A39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7D0A39" w:rsidRPr="00B858A7" w:rsidRDefault="007D0A39" w:rsidP="007D0A39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Franklin Pierce College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Rin</w:t>
      </w:r>
      <w:r w:rsidR="00983D3C">
        <w:rPr>
          <w:rFonts w:ascii="Times New Roman" w:hAnsi="Times New Roman" w:cs="Times New Roman"/>
          <w:b/>
          <w:sz w:val="24"/>
          <w:szCs w:val="24"/>
        </w:rPr>
        <w:t>d</w:t>
      </w:r>
      <w:r w:rsidR="00684FDA">
        <w:rPr>
          <w:rFonts w:ascii="Times New Roman" w:hAnsi="Times New Roman" w:cs="Times New Roman"/>
          <w:b/>
          <w:sz w:val="24"/>
          <w:szCs w:val="24"/>
        </w:rPr>
        <w:t>ge, NH</w:t>
      </w:r>
    </w:p>
    <w:p w:rsidR="007D0A39" w:rsidRPr="00B858A7" w:rsidRDefault="007D0A39" w:rsidP="007D0A39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Undergraduate Coursework</w:t>
      </w:r>
      <w:r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3186284"/>
          <w:placeholder>
            <w:docPart w:val="1E79724AA4024F5C88B4166778B2071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B858A7">
            <w:rPr>
              <w:rFonts w:ascii="Times New Roman" w:hAnsi="Times New Roman" w:cs="Times New Roman"/>
              <w:b w:val="0"/>
              <w:sz w:val="24"/>
              <w:szCs w:val="24"/>
            </w:rPr>
            <w:t>1989-1990</w:t>
          </w:r>
        </w:sdtContent>
      </w:sdt>
    </w:p>
    <w:p w:rsidR="007D0A39" w:rsidRPr="00B858A7" w:rsidRDefault="007D0A39" w:rsidP="007D0A39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Area of concentration: Accounting</w:t>
      </w:r>
    </w:p>
    <w:p w:rsidR="007D0A39" w:rsidRPr="00B858A7" w:rsidRDefault="007D0A39" w:rsidP="007D0A39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7D0A39" w:rsidRPr="00B858A7" w:rsidRDefault="007D0A39" w:rsidP="007D0A39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Chesapeake College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</w:t>
      </w:r>
      <w:proofErr w:type="spellStart"/>
      <w:r w:rsidR="00684FDA">
        <w:rPr>
          <w:rFonts w:ascii="Times New Roman" w:hAnsi="Times New Roman" w:cs="Times New Roman"/>
          <w:b/>
          <w:sz w:val="24"/>
          <w:szCs w:val="24"/>
        </w:rPr>
        <w:t>Wye</w:t>
      </w:r>
      <w:proofErr w:type="spellEnd"/>
      <w:r w:rsidR="00684FDA">
        <w:rPr>
          <w:rFonts w:ascii="Times New Roman" w:hAnsi="Times New Roman" w:cs="Times New Roman"/>
          <w:b/>
          <w:sz w:val="24"/>
          <w:szCs w:val="24"/>
        </w:rPr>
        <w:t xml:space="preserve"> Mills, MD</w:t>
      </w:r>
    </w:p>
    <w:p w:rsidR="007D0A39" w:rsidRPr="00B858A7" w:rsidRDefault="007D0A39" w:rsidP="007D0A39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Undergraduate Coursework</w:t>
      </w:r>
      <w:r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3186285"/>
          <w:placeholder>
            <w:docPart w:val="9B5C11C6C15945858F0A95FF56908EB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B858A7">
            <w:rPr>
              <w:rFonts w:ascii="Times New Roman" w:hAnsi="Times New Roman" w:cs="Times New Roman"/>
              <w:b w:val="0"/>
              <w:sz w:val="24"/>
              <w:szCs w:val="24"/>
            </w:rPr>
            <w:t>1979</w:t>
          </w:r>
        </w:sdtContent>
      </w:sdt>
    </w:p>
    <w:p w:rsidR="007D0A39" w:rsidRPr="00B858A7" w:rsidRDefault="007D0A39" w:rsidP="007D0A39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Area of concentration: Business</w:t>
      </w:r>
    </w:p>
    <w:p w:rsidR="00F24325" w:rsidRPr="00B858A7" w:rsidRDefault="00F24325">
      <w:pPr>
        <w:pStyle w:val="SpaceAfter"/>
        <w:rPr>
          <w:rFonts w:ascii="Times New Roman" w:hAnsi="Times New Roman" w:cs="Times New Roman"/>
          <w:sz w:val="24"/>
          <w:szCs w:val="24"/>
        </w:rPr>
      </w:pPr>
    </w:p>
    <w:p w:rsidR="000F4226" w:rsidRPr="00B858A7" w:rsidRDefault="00DB10C8">
      <w:pPr>
        <w:pStyle w:val="SectionHeading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Professional Certifications</w:t>
      </w:r>
    </w:p>
    <w:p w:rsidR="00C5251C" w:rsidRPr="00B858A7" w:rsidRDefault="00270345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 xml:space="preserve">Texas </w:t>
      </w:r>
      <w:r w:rsidR="00F24325" w:rsidRPr="00B858A7">
        <w:rPr>
          <w:rFonts w:ascii="Times New Roman" w:hAnsi="Times New Roman" w:cs="Times New Roman"/>
          <w:sz w:val="24"/>
          <w:szCs w:val="24"/>
        </w:rPr>
        <w:t>(</w:t>
      </w:r>
      <w:r w:rsidRPr="00B858A7">
        <w:rPr>
          <w:rFonts w:ascii="Times New Roman" w:hAnsi="Times New Roman" w:cs="Times New Roman"/>
          <w:sz w:val="24"/>
          <w:szCs w:val="24"/>
        </w:rPr>
        <w:t>SBEC</w:t>
      </w:r>
      <w:r w:rsidR="00F24325" w:rsidRPr="00B858A7">
        <w:rPr>
          <w:rFonts w:ascii="Times New Roman" w:hAnsi="Times New Roman" w:cs="Times New Roman"/>
          <w:sz w:val="24"/>
          <w:szCs w:val="24"/>
        </w:rPr>
        <w:t>)</w:t>
      </w:r>
    </w:p>
    <w:p w:rsidR="00F24325" w:rsidRPr="00B858A7" w:rsidRDefault="00F24325">
      <w:pPr>
        <w:pStyle w:val="NormalBodyText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Generalist Grades 4-8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(111)</w:t>
      </w:r>
      <w:r w:rsidRPr="00B858A7">
        <w:rPr>
          <w:rFonts w:ascii="Times New Roman" w:hAnsi="Times New Roman" w:cs="Times New Roman"/>
          <w:b/>
          <w:sz w:val="24"/>
          <w:szCs w:val="24"/>
        </w:rPr>
        <w:tab/>
        <w:t>2008-2013</w:t>
      </w:r>
      <w:r w:rsidRPr="00B858A7">
        <w:rPr>
          <w:rFonts w:ascii="Times New Roman" w:hAnsi="Times New Roman" w:cs="Times New Roman"/>
          <w:b/>
          <w:sz w:val="24"/>
          <w:szCs w:val="24"/>
        </w:rPr>
        <w:tab/>
      </w:r>
    </w:p>
    <w:p w:rsidR="00F24325" w:rsidRDefault="00F24325" w:rsidP="00684FDA">
      <w:pPr>
        <w:pStyle w:val="NormalBodyText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Technology Applications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(139)</w:t>
      </w:r>
      <w:r w:rsidRPr="00B858A7">
        <w:rPr>
          <w:rFonts w:ascii="Times New Roman" w:hAnsi="Times New Roman" w:cs="Times New Roman"/>
          <w:b/>
          <w:sz w:val="24"/>
          <w:szCs w:val="24"/>
        </w:rPr>
        <w:tab/>
        <w:t>2007-2013</w:t>
      </w:r>
    </w:p>
    <w:p w:rsidR="00684FDA" w:rsidRPr="00B858A7" w:rsidRDefault="00684FDA" w:rsidP="00684FDA">
      <w:pPr>
        <w:pStyle w:val="NormalBodyTex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English as a Second Language (154)</w:t>
      </w:r>
      <w:r>
        <w:rPr>
          <w:rFonts w:ascii="Times New Roman" w:hAnsi="Times New Roman" w:cs="Times New Roman"/>
          <w:b/>
          <w:sz w:val="24"/>
          <w:szCs w:val="24"/>
        </w:rPr>
        <w:tab/>
        <w:t>In Progress</w:t>
      </w:r>
    </w:p>
    <w:p w:rsidR="00C5251C" w:rsidRPr="00B858A7" w:rsidRDefault="00C5251C" w:rsidP="00C5251C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ab/>
      </w:r>
    </w:p>
    <w:p w:rsidR="00270345" w:rsidRPr="00B858A7" w:rsidRDefault="00270345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State of New Hampshire</w:t>
      </w:r>
    </w:p>
    <w:p w:rsidR="00270345" w:rsidRPr="00B858A7" w:rsidRDefault="00270345" w:rsidP="00270345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Educational Intern License</w:t>
      </w:r>
      <w:r w:rsidRPr="00B858A7">
        <w:rPr>
          <w:rFonts w:ascii="Times New Roman" w:hAnsi="Times New Roman" w:cs="Times New Roman"/>
          <w:sz w:val="24"/>
          <w:szCs w:val="24"/>
        </w:rPr>
        <w:tab/>
        <w:t>2003-2006</w:t>
      </w:r>
      <w:r w:rsidR="00892013" w:rsidRPr="00B858A7">
        <w:rPr>
          <w:rFonts w:ascii="Times New Roman" w:hAnsi="Times New Roman" w:cs="Times New Roman"/>
          <w:sz w:val="24"/>
          <w:szCs w:val="24"/>
        </w:rPr>
        <w:tab/>
      </w:r>
    </w:p>
    <w:p w:rsidR="00C5251C" w:rsidRPr="00B858A7" w:rsidRDefault="00C5251C" w:rsidP="00270345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Paraprofessional Certificate</w:t>
      </w:r>
      <w:r w:rsidRPr="00B858A7">
        <w:rPr>
          <w:rFonts w:ascii="Times New Roman" w:hAnsi="Times New Roman" w:cs="Times New Roman"/>
          <w:sz w:val="24"/>
          <w:szCs w:val="24"/>
        </w:rPr>
        <w:tab/>
        <w:t>2002-2005</w:t>
      </w:r>
    </w:p>
    <w:p w:rsidR="000F4226" w:rsidRPr="00B858A7" w:rsidRDefault="00C5251C" w:rsidP="00C5251C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Educational Assistant License</w:t>
      </w:r>
      <w:r w:rsidR="00892013" w:rsidRPr="00B858A7">
        <w:rPr>
          <w:rFonts w:ascii="Times New Roman" w:hAnsi="Times New Roman" w:cs="Times New Roman"/>
          <w:sz w:val="24"/>
          <w:szCs w:val="24"/>
        </w:rPr>
        <w:tab/>
      </w:r>
      <w:r w:rsidRPr="00B858A7">
        <w:rPr>
          <w:rFonts w:ascii="Times New Roman" w:hAnsi="Times New Roman" w:cs="Times New Roman"/>
          <w:sz w:val="24"/>
          <w:szCs w:val="24"/>
        </w:rPr>
        <w:t>1999-2002</w:t>
      </w:r>
    </w:p>
    <w:p w:rsidR="00C5251C" w:rsidRPr="00B858A7" w:rsidRDefault="00C5251C" w:rsidP="00C5251C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ab/>
      </w:r>
    </w:p>
    <w:p w:rsidR="000F4226" w:rsidRPr="00684FDA" w:rsidRDefault="00C5251C" w:rsidP="00684FDA">
      <w:pPr>
        <w:spacing w:after="200" w:line="276" w:lineRule="auto"/>
        <w:rPr>
          <w:rFonts w:ascii="Times New Roman" w:hAnsi="Times New Roman" w:cs="Times New Roman"/>
          <w:caps/>
          <w:color w:val="000000" w:themeColor="text1"/>
          <w:spacing w:val="10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br w:type="page"/>
      </w:r>
      <w:r w:rsidR="00892013" w:rsidRPr="00B858A7">
        <w:rPr>
          <w:rFonts w:ascii="Times New Roman" w:hAnsi="Times New Roman" w:cs="Times New Roman"/>
          <w:sz w:val="24"/>
          <w:szCs w:val="24"/>
        </w:rPr>
        <w:lastRenderedPageBreak/>
        <w:t>TEACHING EXPERIENCE</w:t>
      </w:r>
    </w:p>
    <w:p w:rsidR="00684FDA" w:rsidRPr="00983D3C" w:rsidRDefault="00684FDA" w:rsidP="00DB10C8">
      <w:pPr>
        <w:pStyle w:val="NormalBodyText"/>
        <w:rPr>
          <w:rFonts w:ascii="Times New Roman" w:hAnsi="Times New Roman" w:cs="Times New Roman"/>
          <w:b/>
          <w:sz w:val="24"/>
          <w:szCs w:val="24"/>
        </w:rPr>
      </w:pPr>
      <w:r w:rsidRPr="00983D3C">
        <w:rPr>
          <w:rFonts w:ascii="Times New Roman" w:hAnsi="Times New Roman" w:cs="Times New Roman"/>
          <w:b/>
          <w:sz w:val="24"/>
          <w:szCs w:val="24"/>
        </w:rPr>
        <w:t>Teacher – Business Technology Education</w:t>
      </w:r>
    </w:p>
    <w:p w:rsidR="00911423" w:rsidRPr="00B858A7" w:rsidRDefault="00911423" w:rsidP="00684FDA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Liberty Hill ISD – Liberty Hill Junior High</w:t>
      </w:r>
      <w:r w:rsidRPr="00B858A7">
        <w:rPr>
          <w:rFonts w:ascii="Times New Roman" w:hAnsi="Times New Roman" w:cs="Times New Roman"/>
          <w:sz w:val="24"/>
          <w:szCs w:val="24"/>
        </w:rPr>
        <w:tab/>
      </w:r>
      <w:r w:rsidR="00DB10C8" w:rsidRPr="00B858A7">
        <w:rPr>
          <w:rFonts w:ascii="Times New Roman" w:hAnsi="Times New Roman" w:cs="Times New Roman"/>
          <w:sz w:val="24"/>
          <w:szCs w:val="24"/>
        </w:rPr>
        <w:t>2007-Present</w:t>
      </w:r>
    </w:p>
    <w:p w:rsidR="006E29D5" w:rsidRPr="00B858A7" w:rsidRDefault="00911423" w:rsidP="006E29D5">
      <w:pPr>
        <w:pStyle w:val="NormalBodyText"/>
        <w:numPr>
          <w:ilvl w:val="0"/>
          <w:numId w:val="6"/>
        </w:numPr>
        <w:tabs>
          <w:tab w:val="clear" w:pos="7560"/>
        </w:tabs>
        <w:ind w:left="630" w:right="324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Developed syllabus and overall course structure</w:t>
      </w:r>
    </w:p>
    <w:p w:rsidR="00911423" w:rsidRPr="00B858A7" w:rsidRDefault="00C34DC8" w:rsidP="006E29D5">
      <w:pPr>
        <w:pStyle w:val="NormalBodyText"/>
        <w:numPr>
          <w:ilvl w:val="0"/>
          <w:numId w:val="6"/>
        </w:numPr>
        <w:tabs>
          <w:tab w:val="clear" w:pos="7560"/>
        </w:tabs>
        <w:ind w:left="630" w:right="3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Classroom Facilitator</w:t>
      </w:r>
      <w:r w:rsidR="00911423" w:rsidRPr="00B858A7">
        <w:rPr>
          <w:rFonts w:ascii="Times New Roman" w:hAnsi="Times New Roman" w:cs="Times New Roman"/>
          <w:sz w:val="24"/>
          <w:szCs w:val="24"/>
        </w:rPr>
        <w:t xml:space="preserve"> to</w:t>
      </w:r>
      <w:r w:rsidR="00C5251C" w:rsidRPr="00B858A7">
        <w:rPr>
          <w:rFonts w:ascii="Times New Roman" w:hAnsi="Times New Roman" w:cs="Times New Roman"/>
          <w:sz w:val="24"/>
          <w:szCs w:val="24"/>
        </w:rPr>
        <w:t xml:space="preserve"> </w:t>
      </w:r>
      <w:r w:rsidR="00064F08" w:rsidRPr="00B858A7">
        <w:rPr>
          <w:rFonts w:ascii="Times New Roman" w:hAnsi="Times New Roman" w:cs="Times New Roman"/>
          <w:sz w:val="24"/>
          <w:szCs w:val="24"/>
        </w:rPr>
        <w:t xml:space="preserve">secondary </w:t>
      </w:r>
      <w:r w:rsidR="00911423" w:rsidRPr="00B858A7">
        <w:rPr>
          <w:rFonts w:ascii="Times New Roman" w:hAnsi="Times New Roman" w:cs="Times New Roman"/>
          <w:sz w:val="24"/>
          <w:szCs w:val="24"/>
        </w:rPr>
        <w:t>grades 7</w:t>
      </w:r>
      <w:r w:rsidR="00064F08" w:rsidRPr="00B858A7">
        <w:rPr>
          <w:rFonts w:ascii="Times New Roman" w:hAnsi="Times New Roman" w:cs="Times New Roman"/>
          <w:sz w:val="24"/>
          <w:szCs w:val="24"/>
        </w:rPr>
        <w:t>-</w:t>
      </w:r>
      <w:r w:rsidR="00911423" w:rsidRPr="00B858A7">
        <w:rPr>
          <w:rFonts w:ascii="Times New Roman" w:hAnsi="Times New Roman" w:cs="Times New Roman"/>
          <w:sz w:val="24"/>
          <w:szCs w:val="24"/>
        </w:rPr>
        <w:t>8</w:t>
      </w:r>
      <w:r w:rsidR="00911423" w:rsidRPr="00B858A7">
        <w:rPr>
          <w:rFonts w:ascii="Times New Roman" w:hAnsi="Times New Roman" w:cs="Times New Roman"/>
          <w:sz w:val="24"/>
          <w:szCs w:val="24"/>
        </w:rPr>
        <w:tab/>
      </w:r>
    </w:p>
    <w:p w:rsidR="000F4226" w:rsidRPr="00B858A7" w:rsidRDefault="00892013" w:rsidP="00DB10C8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ab/>
      </w:r>
      <w:r w:rsidR="00911423" w:rsidRPr="00B858A7">
        <w:rPr>
          <w:rFonts w:ascii="Times New Roman" w:hAnsi="Times New Roman" w:cs="Times New Roman"/>
          <w:sz w:val="24"/>
          <w:szCs w:val="24"/>
        </w:rPr>
        <w:tab/>
      </w:r>
    </w:p>
    <w:p w:rsidR="00983D3C" w:rsidRPr="00983D3C" w:rsidRDefault="00983D3C" w:rsidP="00C5251C">
      <w:pPr>
        <w:ind w:left="270"/>
        <w:rPr>
          <w:rFonts w:ascii="Times New Roman" w:hAnsi="Times New Roman" w:cs="Times New Roman"/>
          <w:b/>
          <w:sz w:val="24"/>
          <w:szCs w:val="24"/>
        </w:rPr>
      </w:pPr>
      <w:r w:rsidRPr="00983D3C">
        <w:rPr>
          <w:rFonts w:ascii="Times New Roman" w:hAnsi="Times New Roman" w:cs="Times New Roman"/>
          <w:b/>
          <w:sz w:val="24"/>
          <w:szCs w:val="24"/>
        </w:rPr>
        <w:t>Teacher – Business Technology Education</w:t>
      </w:r>
    </w:p>
    <w:p w:rsidR="00064F08" w:rsidRPr="00B858A7" w:rsidRDefault="00911423" w:rsidP="00983D3C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Amherst NH</w:t>
      </w:r>
      <w:r w:rsidR="00064F08" w:rsidRPr="00B858A7">
        <w:rPr>
          <w:rFonts w:ascii="Times New Roman" w:hAnsi="Times New Roman" w:cs="Times New Roman"/>
          <w:sz w:val="24"/>
          <w:szCs w:val="24"/>
        </w:rPr>
        <w:t xml:space="preserve"> (SAU 39) – Amherst Middle School</w:t>
      </w:r>
      <w:r w:rsidRPr="00B858A7">
        <w:rPr>
          <w:rFonts w:ascii="Times New Roman" w:hAnsi="Times New Roman" w:cs="Times New Roman"/>
          <w:sz w:val="24"/>
          <w:szCs w:val="24"/>
        </w:rPr>
        <w:tab/>
      </w:r>
      <w:r w:rsidR="00DB10C8" w:rsidRPr="00B858A7">
        <w:rPr>
          <w:rFonts w:ascii="Times New Roman" w:hAnsi="Times New Roman" w:cs="Times New Roman"/>
          <w:sz w:val="24"/>
          <w:szCs w:val="24"/>
        </w:rPr>
        <w:t>2000-2007</w:t>
      </w:r>
      <w:r w:rsidRPr="00B858A7">
        <w:rPr>
          <w:rFonts w:ascii="Times New Roman" w:hAnsi="Times New Roman" w:cs="Times New Roman"/>
          <w:sz w:val="24"/>
          <w:szCs w:val="24"/>
        </w:rPr>
        <w:tab/>
      </w:r>
    </w:p>
    <w:p w:rsidR="006E29D5" w:rsidRPr="00B858A7" w:rsidRDefault="00064F08" w:rsidP="006E29D5">
      <w:pPr>
        <w:pStyle w:val="NormalBodyText"/>
        <w:numPr>
          <w:ilvl w:val="0"/>
          <w:numId w:val="7"/>
        </w:numPr>
        <w:ind w:left="630" w:right="333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Developed syllabus and overall</w:t>
      </w:r>
      <w:r w:rsidR="006E29D5" w:rsidRPr="00B858A7">
        <w:rPr>
          <w:rFonts w:ascii="Times New Roman" w:hAnsi="Times New Roman" w:cs="Times New Roman"/>
          <w:sz w:val="24"/>
          <w:szCs w:val="24"/>
        </w:rPr>
        <w:t xml:space="preserve"> course structure</w:t>
      </w:r>
    </w:p>
    <w:p w:rsidR="000F4226" w:rsidRPr="00B858A7" w:rsidRDefault="00C34DC8" w:rsidP="006E29D5">
      <w:pPr>
        <w:pStyle w:val="NormalBodyText"/>
        <w:numPr>
          <w:ilvl w:val="0"/>
          <w:numId w:val="7"/>
        </w:numPr>
        <w:ind w:left="630" w:right="33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Classroom Facilitator</w:t>
      </w:r>
      <w:r w:rsidR="00064F08" w:rsidRPr="00B858A7">
        <w:rPr>
          <w:rFonts w:ascii="Times New Roman" w:hAnsi="Times New Roman" w:cs="Times New Roman"/>
          <w:sz w:val="24"/>
          <w:szCs w:val="24"/>
        </w:rPr>
        <w:t xml:space="preserve"> to</w:t>
      </w:r>
      <w:r w:rsidR="00C5251C" w:rsidRPr="00B858A7">
        <w:rPr>
          <w:rFonts w:ascii="Times New Roman" w:hAnsi="Times New Roman" w:cs="Times New Roman"/>
          <w:sz w:val="24"/>
          <w:szCs w:val="24"/>
        </w:rPr>
        <w:t xml:space="preserve"> </w:t>
      </w:r>
      <w:r w:rsidR="00064F08" w:rsidRPr="00B858A7">
        <w:rPr>
          <w:rFonts w:ascii="Times New Roman" w:hAnsi="Times New Roman" w:cs="Times New Roman"/>
          <w:sz w:val="24"/>
          <w:szCs w:val="24"/>
        </w:rPr>
        <w:t>secondary grades 5-8</w:t>
      </w:r>
    </w:p>
    <w:p w:rsidR="00064F08" w:rsidRDefault="00064F08" w:rsidP="00C5251C">
      <w:pPr>
        <w:pStyle w:val="NormalBodyText"/>
        <w:ind w:left="270"/>
        <w:rPr>
          <w:rFonts w:ascii="Times New Roman" w:hAnsi="Times New Roman" w:cs="Times New Roman"/>
          <w:sz w:val="24"/>
          <w:szCs w:val="24"/>
        </w:rPr>
      </w:pPr>
    </w:p>
    <w:p w:rsidR="00983D3C" w:rsidRPr="00983D3C" w:rsidRDefault="00983D3C" w:rsidP="00C5251C">
      <w:pPr>
        <w:pStyle w:val="NormalBodyText"/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Para-E</w:t>
      </w:r>
      <w:r w:rsidRPr="00983D3C">
        <w:rPr>
          <w:rFonts w:ascii="Times New Roman" w:hAnsi="Times New Roman" w:cs="Times New Roman"/>
          <w:b/>
          <w:sz w:val="24"/>
          <w:szCs w:val="24"/>
        </w:rPr>
        <w:t>ducator Grade 6</w:t>
      </w:r>
    </w:p>
    <w:p w:rsidR="00064F08" w:rsidRPr="00B858A7" w:rsidRDefault="00064F08" w:rsidP="00983D3C">
      <w:pPr>
        <w:pStyle w:val="NormalBodyText"/>
        <w:ind w:left="27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Hudson NH (SAU 27) – Hudson Middle School</w:t>
      </w:r>
      <w:r w:rsidR="00892013" w:rsidRPr="00B858A7">
        <w:rPr>
          <w:rFonts w:ascii="Times New Roman" w:hAnsi="Times New Roman" w:cs="Times New Roman"/>
          <w:sz w:val="24"/>
          <w:szCs w:val="24"/>
        </w:rPr>
        <w:tab/>
      </w:r>
      <w:r w:rsidR="00DB10C8" w:rsidRPr="00B858A7">
        <w:rPr>
          <w:rFonts w:ascii="Times New Roman" w:hAnsi="Times New Roman" w:cs="Times New Roman"/>
          <w:sz w:val="24"/>
          <w:szCs w:val="24"/>
        </w:rPr>
        <w:t>1995-2000</w:t>
      </w:r>
    </w:p>
    <w:p w:rsidR="00064F08" w:rsidRPr="00B858A7" w:rsidRDefault="00064F08" w:rsidP="006E29D5">
      <w:pPr>
        <w:pStyle w:val="NormalBodyText"/>
        <w:numPr>
          <w:ilvl w:val="0"/>
          <w:numId w:val="8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Provided inclusion support to SPED students</w:t>
      </w:r>
    </w:p>
    <w:p w:rsidR="000F4226" w:rsidRPr="00983D3C" w:rsidRDefault="00064F08" w:rsidP="00983D3C">
      <w:pPr>
        <w:pStyle w:val="NormalBodyText"/>
        <w:numPr>
          <w:ilvl w:val="0"/>
          <w:numId w:val="8"/>
        </w:numPr>
        <w:ind w:left="63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 xml:space="preserve">Developed and facilitated technology writing workshops </w:t>
      </w:r>
    </w:p>
    <w:p w:rsidR="000F4226" w:rsidRPr="00B858A7" w:rsidRDefault="00892013">
      <w:pPr>
        <w:pStyle w:val="SectionHeading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 xml:space="preserve">RELATED </w:t>
      </w:r>
      <w:r w:rsidR="002B1A8C" w:rsidRPr="00B858A7">
        <w:rPr>
          <w:rFonts w:ascii="Times New Roman" w:hAnsi="Times New Roman" w:cs="Times New Roman"/>
          <w:sz w:val="24"/>
          <w:szCs w:val="24"/>
        </w:rPr>
        <w:t xml:space="preserve">Professional </w:t>
      </w:r>
      <w:r w:rsidRPr="00B858A7">
        <w:rPr>
          <w:rFonts w:ascii="Times New Roman" w:hAnsi="Times New Roman" w:cs="Times New Roman"/>
          <w:sz w:val="24"/>
          <w:szCs w:val="24"/>
        </w:rPr>
        <w:t>EXPERIENCE</w:t>
      </w:r>
    </w:p>
    <w:p w:rsidR="00064F08" w:rsidRPr="00B858A7" w:rsidRDefault="00064F08" w:rsidP="00064F08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Sales Support</w:t>
      </w:r>
      <w:r w:rsidR="00DB10C8" w:rsidRPr="00B858A7">
        <w:rPr>
          <w:rFonts w:ascii="Times New Roman" w:hAnsi="Times New Roman" w:cs="Times New Roman"/>
          <w:sz w:val="24"/>
          <w:szCs w:val="24"/>
        </w:rPr>
        <w:tab/>
      </w:r>
    </w:p>
    <w:p w:rsidR="00F24325" w:rsidRPr="00B858A7" w:rsidRDefault="00F24325" w:rsidP="00C34DC8">
      <w:pPr>
        <w:pStyle w:val="Location"/>
        <w:tabs>
          <w:tab w:val="left" w:pos="7560"/>
        </w:tabs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Mark Lawrence Photographers</w:t>
      </w:r>
      <w:r w:rsidR="00C34DC8">
        <w:rPr>
          <w:rFonts w:ascii="Times New Roman" w:hAnsi="Times New Roman" w:cs="Times New Roman"/>
          <w:sz w:val="24"/>
          <w:szCs w:val="24"/>
        </w:rPr>
        <w:tab/>
      </w:r>
      <w:r w:rsidR="00C34DC8">
        <w:rPr>
          <w:rFonts w:ascii="Times New Roman" w:hAnsi="Times New Roman" w:cs="Times New Roman"/>
          <w:sz w:val="24"/>
          <w:szCs w:val="24"/>
        </w:rPr>
        <w:tab/>
      </w:r>
      <w:r w:rsidR="00C34DC8">
        <w:rPr>
          <w:rFonts w:ascii="Times New Roman" w:hAnsi="Times New Roman" w:cs="Times New Roman"/>
          <w:sz w:val="24"/>
          <w:szCs w:val="24"/>
        </w:rPr>
        <w:tab/>
      </w:r>
      <w:r w:rsidR="00C34DC8">
        <w:rPr>
          <w:rFonts w:ascii="Times New Roman" w:hAnsi="Times New Roman" w:cs="Times New Roman"/>
          <w:sz w:val="24"/>
          <w:szCs w:val="24"/>
        </w:rPr>
        <w:tab/>
      </w:r>
      <w:r w:rsidR="00C34DC8">
        <w:rPr>
          <w:rFonts w:ascii="Times New Roman" w:hAnsi="Times New Roman" w:cs="Times New Roman"/>
          <w:sz w:val="24"/>
          <w:szCs w:val="24"/>
        </w:rPr>
        <w:tab/>
      </w:r>
      <w:r w:rsidR="00983D3C" w:rsidRPr="00B858A7">
        <w:rPr>
          <w:rFonts w:ascii="Times New Roman" w:hAnsi="Times New Roman" w:cs="Times New Roman"/>
          <w:sz w:val="24"/>
          <w:szCs w:val="24"/>
        </w:rPr>
        <w:t>1997-1998</w:t>
      </w:r>
    </w:p>
    <w:p w:rsidR="000F4226" w:rsidRPr="00B858A7" w:rsidRDefault="00064F08" w:rsidP="00064F08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ab/>
      </w:r>
    </w:p>
    <w:p w:rsidR="000F4226" w:rsidRPr="00B858A7" w:rsidRDefault="00882355" w:rsidP="00C5251C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Teacher</w:t>
      </w:r>
      <w:r w:rsidR="00892013" w:rsidRPr="00B858A7">
        <w:rPr>
          <w:rFonts w:ascii="Times New Roman" w:hAnsi="Times New Roman" w:cs="Times New Roman"/>
          <w:sz w:val="24"/>
          <w:szCs w:val="24"/>
        </w:rPr>
        <w:tab/>
      </w:r>
    </w:p>
    <w:p w:rsidR="00983D3C" w:rsidRPr="00983D3C" w:rsidRDefault="00F24325" w:rsidP="00983D3C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983D3C">
        <w:rPr>
          <w:rFonts w:ascii="Times New Roman" w:hAnsi="Times New Roman" w:cs="Times New Roman"/>
          <w:b w:val="0"/>
          <w:sz w:val="24"/>
          <w:szCs w:val="24"/>
        </w:rPr>
        <w:t>Nashua Adult Learning Center</w:t>
      </w:r>
      <w:r w:rsidR="00C34DC8">
        <w:rPr>
          <w:rFonts w:ascii="Times New Roman" w:hAnsi="Times New Roman" w:cs="Times New Roman"/>
          <w:b w:val="0"/>
          <w:sz w:val="24"/>
          <w:szCs w:val="24"/>
        </w:rPr>
        <w:tab/>
      </w:r>
      <w:r w:rsidR="00983D3C" w:rsidRPr="00983D3C">
        <w:rPr>
          <w:rFonts w:ascii="Times New Roman" w:hAnsi="Times New Roman" w:cs="Times New Roman"/>
          <w:b w:val="0"/>
          <w:sz w:val="24"/>
          <w:szCs w:val="24"/>
        </w:rPr>
        <w:t>1996-1997</w:t>
      </w:r>
    </w:p>
    <w:p w:rsidR="000F4226" w:rsidRPr="00B858A7" w:rsidRDefault="00064F08" w:rsidP="00C34DC8">
      <w:pPr>
        <w:pStyle w:val="SpaceAfter"/>
        <w:numPr>
          <w:ilvl w:val="0"/>
          <w:numId w:val="9"/>
        </w:numPr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After-school Education Program</w:t>
      </w:r>
    </w:p>
    <w:p w:rsidR="000F4226" w:rsidRPr="00B858A7" w:rsidRDefault="00270345" w:rsidP="00DB10C8">
      <w:pPr>
        <w:spacing w:after="200" w:line="276" w:lineRule="auto"/>
        <w:rPr>
          <w:rFonts w:ascii="Times New Roman" w:hAnsi="Times New Roman" w:cs="Times New Roman"/>
          <w:caps/>
          <w:color w:val="000000" w:themeColor="text1"/>
          <w:spacing w:val="10"/>
          <w:sz w:val="24"/>
          <w:szCs w:val="24"/>
        </w:rPr>
      </w:pPr>
      <w:r w:rsidRPr="00B858A7">
        <w:rPr>
          <w:rFonts w:ascii="Times New Roman" w:hAnsi="Times New Roman" w:cs="Times New Roman"/>
          <w:caps/>
          <w:sz w:val="24"/>
          <w:szCs w:val="24"/>
        </w:rPr>
        <w:t>Leadership Experience</w:t>
      </w:r>
    </w:p>
    <w:p w:rsidR="002B1A8C" w:rsidRPr="00B858A7" w:rsidRDefault="002B1A8C" w:rsidP="00270345">
      <w:pPr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 w:rsidRPr="00B858A7">
        <w:rPr>
          <w:rFonts w:ascii="Times New Roman" w:eastAsia="Calibri" w:hAnsi="Times New Roman" w:cs="Times New Roman"/>
          <w:b/>
          <w:sz w:val="24"/>
          <w:szCs w:val="24"/>
        </w:rPr>
        <w:t>District Education Improvement Committee (DEIC)</w:t>
      </w:r>
    </w:p>
    <w:p w:rsidR="002B1A8C" w:rsidRPr="00B858A7" w:rsidRDefault="002B1A8C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 w:rsidRPr="00B858A7">
        <w:rPr>
          <w:rFonts w:ascii="Times New Roman" w:eastAsia="Calibri" w:hAnsi="Times New Roman" w:cs="Times New Roman"/>
          <w:sz w:val="24"/>
          <w:szCs w:val="24"/>
        </w:rPr>
        <w:t>Campus Representative</w:t>
      </w:r>
      <w:r w:rsidRPr="00B858A7">
        <w:rPr>
          <w:rFonts w:ascii="Times New Roman" w:eastAsia="Calibri" w:hAnsi="Times New Roman" w:cs="Times New Roman"/>
          <w:sz w:val="24"/>
          <w:szCs w:val="24"/>
        </w:rPr>
        <w:tab/>
        <w:t>2008-2010</w:t>
      </w:r>
    </w:p>
    <w:p w:rsidR="002B1A8C" w:rsidRPr="00B858A7" w:rsidRDefault="002B1A8C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</w:p>
    <w:p w:rsidR="002B1A8C" w:rsidRPr="00B858A7" w:rsidRDefault="002B1A8C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 w:rsidRPr="00B858A7">
        <w:rPr>
          <w:rFonts w:ascii="Times New Roman" w:eastAsia="Calibri" w:hAnsi="Times New Roman" w:cs="Times New Roman"/>
          <w:b/>
          <w:sz w:val="24"/>
          <w:szCs w:val="24"/>
        </w:rPr>
        <w:t>National Junior Honor Society</w:t>
      </w:r>
      <w:r w:rsidRPr="00B858A7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B1A8C" w:rsidRDefault="002B1A8C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 w:rsidRPr="00B858A7">
        <w:rPr>
          <w:rFonts w:ascii="Times New Roman" w:eastAsia="Calibri" w:hAnsi="Times New Roman" w:cs="Times New Roman"/>
          <w:sz w:val="24"/>
          <w:szCs w:val="24"/>
        </w:rPr>
        <w:t>Advisor</w:t>
      </w:r>
      <w:r w:rsidR="00B858A7" w:rsidRPr="00B858A7">
        <w:rPr>
          <w:rFonts w:ascii="Times New Roman" w:eastAsia="Calibri" w:hAnsi="Times New Roman" w:cs="Times New Roman"/>
          <w:sz w:val="24"/>
          <w:szCs w:val="24"/>
        </w:rPr>
        <w:tab/>
        <w:t>2008-2010</w:t>
      </w:r>
    </w:p>
    <w:p w:rsidR="00C34DC8" w:rsidRDefault="00C34DC8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</w:p>
    <w:p w:rsidR="00C34DC8" w:rsidRPr="00C34DC8" w:rsidRDefault="00C34DC8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 w:rsidRPr="00C34DC8">
        <w:rPr>
          <w:rFonts w:ascii="Times New Roman" w:eastAsia="Calibri" w:hAnsi="Times New Roman" w:cs="Times New Roman"/>
          <w:b/>
          <w:sz w:val="24"/>
          <w:szCs w:val="24"/>
        </w:rPr>
        <w:t>University Interscholastic League</w:t>
      </w:r>
    </w:p>
    <w:p w:rsidR="00C34DC8" w:rsidRDefault="00C34DC8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Coach</w:t>
      </w:r>
      <w:r>
        <w:rPr>
          <w:rFonts w:ascii="Times New Roman" w:eastAsia="Calibri" w:hAnsi="Times New Roman" w:cs="Times New Roman"/>
          <w:sz w:val="24"/>
          <w:szCs w:val="24"/>
        </w:rPr>
        <w:tab/>
        <w:t>2008-2010</w:t>
      </w:r>
    </w:p>
    <w:p w:rsidR="00C34DC8" w:rsidRPr="00C34DC8" w:rsidRDefault="00C34DC8" w:rsidP="00C34DC8">
      <w:pPr>
        <w:pStyle w:val="ListParagraph"/>
        <w:numPr>
          <w:ilvl w:val="0"/>
          <w:numId w:val="9"/>
        </w:numPr>
        <w:tabs>
          <w:tab w:val="left" w:pos="7560"/>
        </w:tabs>
        <w:spacing w:line="240" w:lineRule="auto"/>
        <w:ind w:left="630"/>
        <w:rPr>
          <w:rFonts w:ascii="Times New Roman" w:eastAsia="Calibri" w:hAnsi="Times New Roman" w:cs="Times New Roman"/>
          <w:sz w:val="24"/>
          <w:szCs w:val="24"/>
        </w:rPr>
      </w:pPr>
      <w:r w:rsidRPr="00C34DC8">
        <w:rPr>
          <w:rFonts w:ascii="Times New Roman" w:eastAsia="Calibri" w:hAnsi="Times New Roman" w:cs="Times New Roman"/>
          <w:sz w:val="24"/>
          <w:szCs w:val="24"/>
        </w:rPr>
        <w:t>Editorial Writing – Junior High</w:t>
      </w:r>
    </w:p>
    <w:p w:rsidR="00B858A7" w:rsidRPr="00B858A7" w:rsidRDefault="00B858A7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</w:p>
    <w:p w:rsidR="00B858A7" w:rsidRPr="00B858A7" w:rsidRDefault="00B858A7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 w:rsidRPr="00B858A7">
        <w:rPr>
          <w:rFonts w:ascii="Times New Roman" w:eastAsia="Calibri" w:hAnsi="Times New Roman" w:cs="Times New Roman"/>
          <w:b/>
          <w:sz w:val="24"/>
          <w:szCs w:val="24"/>
        </w:rPr>
        <w:t>Liberty Hill United Methodist Church</w:t>
      </w:r>
    </w:p>
    <w:p w:rsidR="00B858A7" w:rsidRDefault="00B858A7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 w:rsidRPr="00B858A7">
        <w:rPr>
          <w:rFonts w:ascii="Times New Roman" w:eastAsia="Calibri" w:hAnsi="Times New Roman" w:cs="Times New Roman"/>
          <w:sz w:val="24"/>
          <w:szCs w:val="24"/>
        </w:rPr>
        <w:t xml:space="preserve">Music Librarian and </w:t>
      </w:r>
      <w:proofErr w:type="spellStart"/>
      <w:r w:rsidRPr="00B858A7">
        <w:rPr>
          <w:rFonts w:ascii="Times New Roman" w:eastAsia="Calibri" w:hAnsi="Times New Roman" w:cs="Times New Roman"/>
          <w:sz w:val="24"/>
          <w:szCs w:val="24"/>
        </w:rPr>
        <w:t>Handbell</w:t>
      </w:r>
      <w:proofErr w:type="spellEnd"/>
      <w:r w:rsidRPr="00B858A7">
        <w:rPr>
          <w:rFonts w:ascii="Times New Roman" w:eastAsia="Calibri" w:hAnsi="Times New Roman" w:cs="Times New Roman"/>
          <w:sz w:val="24"/>
          <w:szCs w:val="24"/>
        </w:rPr>
        <w:t xml:space="preserve"> Instructor</w:t>
      </w:r>
      <w:r w:rsidRPr="00B858A7">
        <w:rPr>
          <w:rFonts w:ascii="Times New Roman" w:eastAsia="Calibri" w:hAnsi="Times New Roman" w:cs="Times New Roman"/>
          <w:sz w:val="24"/>
          <w:szCs w:val="24"/>
        </w:rPr>
        <w:tab/>
        <w:t>2008-2010</w:t>
      </w:r>
    </w:p>
    <w:p w:rsidR="00983D3C" w:rsidRDefault="00983D3C" w:rsidP="00983D3C">
      <w:pPr>
        <w:tabs>
          <w:tab w:val="left" w:pos="7560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7095" w:rsidRDefault="00D47095">
      <w:pPr>
        <w:spacing w:after="200" w:line="276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br w:type="page"/>
      </w:r>
    </w:p>
    <w:p w:rsidR="00983D3C" w:rsidRDefault="00983D3C" w:rsidP="00983D3C">
      <w:pPr>
        <w:spacing w:after="200" w:line="276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Professional Development</w:t>
      </w:r>
    </w:p>
    <w:p w:rsidR="00D47095" w:rsidRPr="00B858A7" w:rsidRDefault="00D47095" w:rsidP="00D47095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TCEA – Texas Computer Educator’s Association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47095" w:rsidRPr="00961856" w:rsidRDefault="00D47095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961856">
        <w:rPr>
          <w:rFonts w:ascii="Times New Roman" w:hAnsi="Times New Roman" w:cs="Times New Roman"/>
          <w:sz w:val="24"/>
          <w:szCs w:val="24"/>
        </w:rPr>
        <w:t>Annual Conference</w:t>
      </w:r>
      <w:r w:rsidR="00961856" w:rsidRPr="00961856">
        <w:rPr>
          <w:rFonts w:ascii="Times New Roman" w:hAnsi="Times New Roman" w:cs="Times New Roman"/>
          <w:sz w:val="24"/>
          <w:szCs w:val="24"/>
        </w:rPr>
        <w:t>, Austin, TX</w:t>
      </w:r>
      <w:r w:rsidRPr="00961856">
        <w:rPr>
          <w:rFonts w:ascii="Times New Roman" w:hAnsi="Times New Roman" w:cs="Times New Roman"/>
          <w:sz w:val="24"/>
          <w:szCs w:val="24"/>
        </w:rPr>
        <w:tab/>
        <w:t>2009</w:t>
      </w:r>
    </w:p>
    <w:p w:rsidR="00D47095" w:rsidRDefault="00D47095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961856">
        <w:rPr>
          <w:rFonts w:ascii="Times New Roman" w:hAnsi="Times New Roman" w:cs="Times New Roman"/>
          <w:sz w:val="24"/>
          <w:szCs w:val="24"/>
        </w:rPr>
        <w:t>Annual Conference</w:t>
      </w:r>
      <w:r w:rsidR="00961856" w:rsidRPr="00961856">
        <w:rPr>
          <w:rFonts w:ascii="Times New Roman" w:hAnsi="Times New Roman" w:cs="Times New Roman"/>
          <w:sz w:val="24"/>
          <w:szCs w:val="24"/>
        </w:rPr>
        <w:t>, Austin, TX</w:t>
      </w:r>
      <w:r w:rsidRPr="00961856">
        <w:rPr>
          <w:rFonts w:ascii="Times New Roman" w:hAnsi="Times New Roman" w:cs="Times New Roman"/>
          <w:sz w:val="24"/>
          <w:szCs w:val="24"/>
        </w:rPr>
        <w:tab/>
        <w:t>2010</w:t>
      </w:r>
    </w:p>
    <w:p w:rsidR="00961856" w:rsidRPr="00961856" w:rsidRDefault="00961856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</w:p>
    <w:p w:rsidR="00961856" w:rsidRPr="00D47095" w:rsidRDefault="00961856" w:rsidP="00961856">
      <w:pPr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Career &amp; Technology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Education(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CTE) University</w:t>
      </w:r>
    </w:p>
    <w:p w:rsidR="00961856" w:rsidRDefault="00961856" w:rsidP="00961856">
      <w:pPr>
        <w:tabs>
          <w:tab w:val="left" w:pos="7560"/>
          <w:tab w:val="left" w:pos="7650"/>
        </w:tabs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Texas Educational Service Center – Region XIII</w:t>
      </w:r>
      <w:r>
        <w:rPr>
          <w:rFonts w:ascii="Times New Roman" w:hAnsi="Times New Roman" w:cs="Times New Roman"/>
          <w:sz w:val="24"/>
          <w:szCs w:val="24"/>
        </w:rPr>
        <w:tab/>
        <w:t>2010</w:t>
      </w:r>
      <w:r>
        <w:rPr>
          <w:rFonts w:ascii="Times New Roman" w:hAnsi="Times New Roman" w:cs="Times New Roman"/>
          <w:sz w:val="24"/>
          <w:szCs w:val="24"/>
        </w:rPr>
        <w:tab/>
      </w:r>
      <w:r w:rsidR="00D47095">
        <w:rPr>
          <w:rFonts w:ascii="Times New Roman" w:hAnsi="Times New Roman" w:cs="Times New Roman"/>
          <w:sz w:val="24"/>
          <w:szCs w:val="24"/>
        </w:rPr>
        <w:tab/>
      </w:r>
    </w:p>
    <w:p w:rsidR="00961856" w:rsidRDefault="00961856" w:rsidP="00D47095">
      <w:pPr>
        <w:tabs>
          <w:tab w:val="left" w:pos="765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961856" w:rsidRPr="00D47095" w:rsidRDefault="00961856" w:rsidP="00961856">
      <w:pPr>
        <w:ind w:left="270"/>
        <w:rPr>
          <w:rFonts w:ascii="Times New Roman" w:hAnsi="Times New Roman" w:cs="Times New Roman"/>
          <w:b/>
          <w:sz w:val="24"/>
          <w:szCs w:val="24"/>
        </w:rPr>
      </w:pPr>
      <w:r w:rsidRPr="00D47095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ifted/Talented Update</w:t>
      </w:r>
    </w:p>
    <w:p w:rsidR="00961856" w:rsidRDefault="00961856" w:rsidP="00961856">
      <w:pPr>
        <w:tabs>
          <w:tab w:val="left" w:pos="7560"/>
          <w:tab w:val="left" w:pos="7650"/>
        </w:tabs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Texas Educational Service Center – Region XIII</w:t>
      </w:r>
      <w:r>
        <w:rPr>
          <w:rFonts w:ascii="Times New Roman" w:hAnsi="Times New Roman" w:cs="Times New Roman"/>
          <w:sz w:val="24"/>
          <w:szCs w:val="24"/>
        </w:rPr>
        <w:tab/>
        <w:t>2009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61856" w:rsidRDefault="00961856" w:rsidP="00961856">
      <w:pPr>
        <w:tabs>
          <w:tab w:val="left" w:pos="7650"/>
        </w:tabs>
        <w:ind w:left="270"/>
        <w:rPr>
          <w:rFonts w:ascii="Times New Roman" w:hAnsi="Times New Roman" w:cs="Times New Roman"/>
          <w:sz w:val="24"/>
          <w:szCs w:val="24"/>
        </w:rPr>
      </w:pPr>
    </w:p>
    <w:p w:rsidR="00961856" w:rsidRPr="00D47095" w:rsidRDefault="00961856" w:rsidP="00961856">
      <w:pPr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ESL Academy</w:t>
      </w:r>
    </w:p>
    <w:p w:rsidR="00961856" w:rsidRDefault="00961856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Texas Educational Service Center – Region XIII </w:t>
      </w:r>
      <w:r>
        <w:rPr>
          <w:rFonts w:ascii="Times New Roman" w:hAnsi="Times New Roman" w:cs="Times New Roman"/>
          <w:sz w:val="24"/>
          <w:szCs w:val="24"/>
        </w:rPr>
        <w:tab/>
        <w:t>2009</w:t>
      </w:r>
    </w:p>
    <w:p w:rsidR="00961856" w:rsidRDefault="00961856" w:rsidP="00961856">
      <w:pPr>
        <w:tabs>
          <w:tab w:val="left" w:pos="7650"/>
        </w:tabs>
        <w:ind w:left="270"/>
        <w:rPr>
          <w:rFonts w:ascii="Times New Roman" w:hAnsi="Times New Roman" w:cs="Times New Roman"/>
          <w:sz w:val="24"/>
          <w:szCs w:val="24"/>
        </w:rPr>
      </w:pPr>
    </w:p>
    <w:p w:rsidR="00961856" w:rsidRPr="00D47095" w:rsidRDefault="00961856" w:rsidP="00961856">
      <w:pPr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Capturing Kids Hearts</w:t>
      </w:r>
    </w:p>
    <w:p w:rsidR="00961856" w:rsidRDefault="00961856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 ISD</w:t>
      </w:r>
      <w:r>
        <w:rPr>
          <w:rFonts w:ascii="Times New Roman" w:hAnsi="Times New Roman" w:cs="Times New Roman"/>
          <w:sz w:val="24"/>
          <w:szCs w:val="24"/>
        </w:rPr>
        <w:tab/>
        <w:t>2009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61856" w:rsidRDefault="00961856" w:rsidP="00961856">
      <w:pPr>
        <w:tabs>
          <w:tab w:val="left" w:pos="7650"/>
        </w:tabs>
        <w:ind w:left="270"/>
        <w:rPr>
          <w:rFonts w:ascii="Times New Roman" w:hAnsi="Times New Roman" w:cs="Times New Roman"/>
          <w:sz w:val="24"/>
          <w:szCs w:val="24"/>
        </w:rPr>
      </w:pPr>
    </w:p>
    <w:p w:rsidR="00961856" w:rsidRPr="00D47095" w:rsidRDefault="00961856" w:rsidP="00961856">
      <w:pPr>
        <w:ind w:left="270"/>
        <w:rPr>
          <w:rFonts w:ascii="Times New Roman" w:hAnsi="Times New Roman" w:cs="Times New Roman"/>
          <w:b/>
          <w:sz w:val="24"/>
          <w:szCs w:val="24"/>
        </w:rPr>
      </w:pPr>
      <w:r w:rsidRPr="00D47095">
        <w:rPr>
          <w:rFonts w:ascii="Times New Roman" w:hAnsi="Times New Roman" w:cs="Times New Roman"/>
          <w:b/>
          <w:sz w:val="24"/>
          <w:szCs w:val="24"/>
        </w:rPr>
        <w:t>Gifted/Talented 30-Hour Institute</w:t>
      </w:r>
    </w:p>
    <w:p w:rsidR="00961856" w:rsidRDefault="00961856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Texas Educational Service Center – Region XIII</w:t>
      </w:r>
      <w:r>
        <w:rPr>
          <w:rFonts w:ascii="Times New Roman" w:hAnsi="Times New Roman" w:cs="Times New Roman"/>
          <w:sz w:val="24"/>
          <w:szCs w:val="24"/>
        </w:rPr>
        <w:tab/>
        <w:t>2008</w:t>
      </w:r>
      <w:r>
        <w:rPr>
          <w:rFonts w:ascii="Times New Roman" w:hAnsi="Times New Roman" w:cs="Times New Roman"/>
          <w:sz w:val="24"/>
          <w:szCs w:val="24"/>
        </w:rPr>
        <w:tab/>
      </w:r>
      <w:r w:rsidR="00D47095">
        <w:rPr>
          <w:rFonts w:ascii="Times New Roman" w:hAnsi="Times New Roman" w:cs="Times New Roman"/>
          <w:sz w:val="24"/>
          <w:szCs w:val="24"/>
        </w:rPr>
        <w:tab/>
      </w:r>
    </w:p>
    <w:p w:rsidR="00961856" w:rsidRDefault="00961856" w:rsidP="00961856">
      <w:pPr>
        <w:tabs>
          <w:tab w:val="left" w:pos="7650"/>
        </w:tabs>
        <w:ind w:left="270"/>
        <w:rPr>
          <w:rFonts w:ascii="Times New Roman" w:hAnsi="Times New Roman" w:cs="Times New Roman"/>
          <w:sz w:val="24"/>
          <w:szCs w:val="24"/>
        </w:rPr>
      </w:pPr>
    </w:p>
    <w:p w:rsidR="00961856" w:rsidRDefault="00961856" w:rsidP="00961856">
      <w:pPr>
        <w:ind w:left="270"/>
        <w:rPr>
          <w:rFonts w:ascii="Times New Roman" w:hAnsi="Times New Roman" w:cs="Times New Roman"/>
          <w:b/>
          <w:sz w:val="24"/>
          <w:szCs w:val="24"/>
        </w:rPr>
      </w:pPr>
      <w:r w:rsidRPr="00961856">
        <w:rPr>
          <w:rFonts w:ascii="Times New Roman" w:hAnsi="Times New Roman" w:cs="Times New Roman"/>
          <w:b/>
          <w:sz w:val="24"/>
          <w:szCs w:val="24"/>
        </w:rPr>
        <w:t>Christa McAuliffe Technology Conference</w:t>
      </w:r>
      <w:r w:rsidR="00D47095" w:rsidRPr="00961856">
        <w:rPr>
          <w:rFonts w:ascii="Times New Roman" w:hAnsi="Times New Roman" w:cs="Times New Roman"/>
          <w:b/>
          <w:sz w:val="24"/>
          <w:szCs w:val="24"/>
        </w:rPr>
        <w:tab/>
      </w:r>
    </w:p>
    <w:p w:rsidR="00961856" w:rsidRPr="00961856" w:rsidRDefault="00961856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961856">
        <w:rPr>
          <w:rFonts w:ascii="Times New Roman" w:hAnsi="Times New Roman" w:cs="Times New Roman"/>
          <w:sz w:val="24"/>
          <w:szCs w:val="24"/>
        </w:rPr>
        <w:t xml:space="preserve">Annual Conference, </w:t>
      </w:r>
      <w:r>
        <w:rPr>
          <w:rFonts w:ascii="Times New Roman" w:hAnsi="Times New Roman" w:cs="Times New Roman"/>
          <w:sz w:val="24"/>
          <w:szCs w:val="24"/>
        </w:rPr>
        <w:t>Nashua, NH</w:t>
      </w:r>
      <w:r w:rsidRPr="009618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2005</w:t>
      </w:r>
    </w:p>
    <w:p w:rsidR="00961856" w:rsidRDefault="00961856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961856">
        <w:rPr>
          <w:rFonts w:ascii="Times New Roman" w:hAnsi="Times New Roman" w:cs="Times New Roman"/>
          <w:sz w:val="24"/>
          <w:szCs w:val="24"/>
        </w:rPr>
        <w:t xml:space="preserve">Annual Conference, </w:t>
      </w:r>
      <w:r>
        <w:rPr>
          <w:rFonts w:ascii="Times New Roman" w:hAnsi="Times New Roman" w:cs="Times New Roman"/>
          <w:sz w:val="24"/>
          <w:szCs w:val="24"/>
        </w:rPr>
        <w:t>Nashua, NH</w:t>
      </w:r>
      <w:r w:rsidRPr="009618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2006</w:t>
      </w:r>
    </w:p>
    <w:p w:rsidR="00D47095" w:rsidRPr="00961856" w:rsidRDefault="00D47095" w:rsidP="00961856">
      <w:pPr>
        <w:ind w:left="270"/>
        <w:rPr>
          <w:rFonts w:ascii="Times New Roman" w:hAnsi="Times New Roman" w:cs="Times New Roman"/>
          <w:sz w:val="24"/>
          <w:szCs w:val="24"/>
        </w:rPr>
      </w:pPr>
      <w:r w:rsidRPr="00961856">
        <w:rPr>
          <w:rFonts w:ascii="Times New Roman" w:hAnsi="Times New Roman" w:cs="Times New Roman"/>
          <w:sz w:val="24"/>
          <w:szCs w:val="24"/>
        </w:rPr>
        <w:tab/>
      </w:r>
    </w:p>
    <w:p w:rsidR="00D47095" w:rsidRDefault="00D47095" w:rsidP="00D47095">
      <w:pPr>
        <w:rPr>
          <w:rFonts w:ascii="Times New Roman" w:hAnsi="Times New Roman" w:cs="Times New Roman"/>
          <w:sz w:val="24"/>
          <w:szCs w:val="24"/>
        </w:rPr>
      </w:pPr>
    </w:p>
    <w:p w:rsidR="000F4226" w:rsidRPr="00D47095" w:rsidRDefault="00892013" w:rsidP="00D47095">
      <w:pPr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LANGUAGES</w:t>
      </w:r>
    </w:p>
    <w:p w:rsidR="000F4226" w:rsidRPr="00B858A7" w:rsidRDefault="00882355" w:rsidP="00F24325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English – Native Language</w:t>
      </w:r>
    </w:p>
    <w:p w:rsidR="000F4226" w:rsidRPr="00B858A7" w:rsidRDefault="00892013">
      <w:pPr>
        <w:pStyle w:val="SectionHeading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MEMBERSHIPS</w:t>
      </w:r>
    </w:p>
    <w:p w:rsidR="00983D3C" w:rsidRDefault="00882355" w:rsidP="00983D3C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TCEA – Texas Computer Educators Association</w:t>
      </w:r>
    </w:p>
    <w:p w:rsidR="00A94FD3" w:rsidRDefault="00A94FD3">
      <w:pPr>
        <w:spacing w:after="200" w:line="276" w:lineRule="auto"/>
        <w:rPr>
          <w:rFonts w:ascii="Times New Roman" w:hAnsi="Times New Roman" w:cs="Times New Roman"/>
          <w:caps/>
          <w:color w:val="000000" w:themeColor="text1"/>
          <w:spacing w:val="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83D3C" w:rsidRPr="00B858A7" w:rsidRDefault="00983D3C" w:rsidP="00983D3C">
      <w:pPr>
        <w:pStyle w:val="SectionHead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983D3C" w:rsidRDefault="00983D3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Carolyn Canon</w:t>
      </w:r>
    </w:p>
    <w:p w:rsidR="00C34DC8" w:rsidRDefault="00C34DC8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Campus Instructional </w:t>
      </w:r>
      <w:r w:rsidR="0016622C">
        <w:rPr>
          <w:rFonts w:ascii="Times New Roman" w:hAnsi="Times New Roman" w:cs="Times New Roman"/>
          <w:sz w:val="24"/>
          <w:szCs w:val="24"/>
        </w:rPr>
        <w:t>Technolog</w:t>
      </w:r>
      <w:r>
        <w:rPr>
          <w:rFonts w:ascii="Times New Roman" w:hAnsi="Times New Roman" w:cs="Times New Roman"/>
          <w:sz w:val="24"/>
          <w:szCs w:val="24"/>
        </w:rPr>
        <w:t>ist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 Junior High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Hill, TX 78642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512-515-5636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16622C">
        <w:rPr>
          <w:rFonts w:ascii="Times New Roman" w:hAnsi="Times New Roman" w:cs="Times New Roman"/>
          <w:sz w:val="24"/>
          <w:szCs w:val="24"/>
        </w:rPr>
        <w:t>ccanon@libertyhill.txed.net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Chad </w:t>
      </w:r>
      <w:proofErr w:type="spellStart"/>
      <w:r>
        <w:rPr>
          <w:rFonts w:ascii="Times New Roman" w:hAnsi="Times New Roman" w:cs="Times New Roman"/>
          <w:sz w:val="24"/>
          <w:szCs w:val="24"/>
        </w:rPr>
        <w:t>Pirtle</w:t>
      </w:r>
      <w:proofErr w:type="spellEnd"/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Principal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 Junior High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Hill, TX 78642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512-515-5636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16622C">
        <w:rPr>
          <w:rFonts w:ascii="Times New Roman" w:hAnsi="Times New Roman" w:cs="Times New Roman"/>
          <w:sz w:val="24"/>
          <w:szCs w:val="24"/>
        </w:rPr>
        <w:t>cpirtle@libertyhill.txed.net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Annette Coe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Vice-Principal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 Junior High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Hill, TX 78642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512-515-5636</w:t>
      </w:r>
    </w:p>
    <w:p w:rsidR="0016622C" w:rsidRPr="00B858A7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acoe@libertyhill.txed.net</w:t>
      </w:r>
    </w:p>
    <w:p w:rsidR="00B858A7" w:rsidRDefault="00B858A7" w:rsidP="00B858A7">
      <w:pPr>
        <w:pStyle w:val="SectionHeading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858A7" w:rsidRPr="00B858A7" w:rsidRDefault="00B858A7" w:rsidP="00B858A7">
      <w:pPr>
        <w:pStyle w:val="SectionHeading"/>
        <w:rPr>
          <w:rFonts w:ascii="Times New Roman" w:hAnsi="Times New Roman" w:cs="Times New Roman"/>
          <w:sz w:val="24"/>
          <w:szCs w:val="24"/>
        </w:rPr>
      </w:pPr>
    </w:p>
    <w:p w:rsidR="00143CA0" w:rsidRPr="00B858A7" w:rsidRDefault="00143CA0" w:rsidP="00143CA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F4226" w:rsidRPr="00B858A7" w:rsidRDefault="000F4226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sectPr w:rsidR="000F4226" w:rsidRPr="00B858A7" w:rsidSect="00B858A7">
      <w:headerReference w:type="default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856" w:rsidRDefault="00961856">
      <w:pPr>
        <w:spacing w:line="240" w:lineRule="auto"/>
      </w:pPr>
      <w:r>
        <w:separator/>
      </w:r>
    </w:p>
  </w:endnote>
  <w:endnote w:type="continuationSeparator" w:id="0">
    <w:p w:rsidR="00961856" w:rsidRDefault="009618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56" w:rsidRDefault="00961856" w:rsidP="00B858A7">
    <w:pPr>
      <w:pStyle w:val="Footer"/>
      <w:pBdr>
        <w:top w:val="single" w:sz="4" w:space="0" w:color="D9D9D9" w:themeColor="background1" w:themeShade="D9"/>
      </w:pBdr>
      <w:rPr>
        <w:b/>
      </w:rPr>
    </w:pPr>
  </w:p>
  <w:p w:rsidR="00961856" w:rsidRDefault="009618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856" w:rsidRDefault="00961856">
      <w:pPr>
        <w:spacing w:line="240" w:lineRule="auto"/>
      </w:pPr>
      <w:r>
        <w:separator/>
      </w:r>
    </w:p>
  </w:footnote>
  <w:footnote w:type="continuationSeparator" w:id="0">
    <w:p w:rsidR="00961856" w:rsidRDefault="009618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56" w:rsidRPr="0016622C" w:rsidRDefault="00961856">
    <w:pPr>
      <w:pStyle w:val="Header"/>
      <w:jc w:val="right"/>
      <w:rPr>
        <w:sz w:val="24"/>
        <w:szCs w:val="24"/>
      </w:rPr>
    </w:pPr>
    <w:r w:rsidRPr="0016622C">
      <w:rPr>
        <w:sz w:val="24"/>
        <w:szCs w:val="24"/>
      </w:rPr>
      <w:t xml:space="preserve">Reichert, Page </w:t>
    </w:r>
    <w:sdt>
      <w:sdtPr>
        <w:rPr>
          <w:sz w:val="24"/>
          <w:szCs w:val="24"/>
        </w:rPr>
        <w:id w:val="142286337"/>
        <w:docPartObj>
          <w:docPartGallery w:val="Page Numbers (Top of Page)"/>
          <w:docPartUnique/>
        </w:docPartObj>
      </w:sdtPr>
      <w:sdtContent>
        <w:r w:rsidRPr="0016622C">
          <w:rPr>
            <w:sz w:val="24"/>
            <w:szCs w:val="24"/>
          </w:rPr>
          <w:fldChar w:fldCharType="begin"/>
        </w:r>
        <w:r w:rsidRPr="0016622C">
          <w:rPr>
            <w:sz w:val="24"/>
            <w:szCs w:val="24"/>
          </w:rPr>
          <w:instrText xml:space="preserve"> PAGE   \* MERGEFORMAT </w:instrText>
        </w:r>
        <w:r w:rsidRPr="0016622C">
          <w:rPr>
            <w:sz w:val="24"/>
            <w:szCs w:val="24"/>
          </w:rPr>
          <w:fldChar w:fldCharType="separate"/>
        </w:r>
        <w:r w:rsidR="00A94FD3">
          <w:rPr>
            <w:noProof/>
            <w:sz w:val="24"/>
            <w:szCs w:val="24"/>
          </w:rPr>
          <w:t>2</w:t>
        </w:r>
        <w:r w:rsidRPr="0016622C">
          <w:rPr>
            <w:sz w:val="24"/>
            <w:szCs w:val="24"/>
          </w:rPr>
          <w:fldChar w:fldCharType="end"/>
        </w:r>
      </w:sdtContent>
    </w:sdt>
  </w:p>
  <w:p w:rsidR="00961856" w:rsidRDefault="00961856" w:rsidP="002B1A8C">
    <w:pPr>
      <w:pStyle w:val="YourName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56" w:rsidRDefault="00961856">
    <w:pPr>
      <w:pStyle w:val="Header"/>
      <w:jc w:val="right"/>
    </w:pPr>
  </w:p>
  <w:p w:rsidR="00961856" w:rsidRDefault="00961856" w:rsidP="006E29D5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CC2A1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2C041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42F41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AF806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A01C8E"/>
    <w:multiLevelType w:val="hybridMultilevel"/>
    <w:tmpl w:val="7C2293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391617"/>
    <w:multiLevelType w:val="hybridMultilevel"/>
    <w:tmpl w:val="27428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C06B2"/>
    <w:multiLevelType w:val="hybridMultilevel"/>
    <w:tmpl w:val="31389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D3A5C"/>
    <w:multiLevelType w:val="hybridMultilevel"/>
    <w:tmpl w:val="1F1CC94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31FD7A3E"/>
    <w:multiLevelType w:val="hybridMultilevel"/>
    <w:tmpl w:val="DBFCEE5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stylePaneFormatFilter w:val="1001"/>
  <w:defaultTabStop w:val="720"/>
  <w:drawingGridHorizontalSpacing w:val="8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892013"/>
    <w:rsid w:val="000403D0"/>
    <w:rsid w:val="00064F08"/>
    <w:rsid w:val="000F4226"/>
    <w:rsid w:val="00143CA0"/>
    <w:rsid w:val="0016622C"/>
    <w:rsid w:val="00270345"/>
    <w:rsid w:val="002B1A8C"/>
    <w:rsid w:val="00343299"/>
    <w:rsid w:val="00343BB9"/>
    <w:rsid w:val="00494FC8"/>
    <w:rsid w:val="00684FDA"/>
    <w:rsid w:val="006E29D5"/>
    <w:rsid w:val="007D0A39"/>
    <w:rsid w:val="00872719"/>
    <w:rsid w:val="00874FDD"/>
    <w:rsid w:val="00882355"/>
    <w:rsid w:val="00892013"/>
    <w:rsid w:val="00911423"/>
    <w:rsid w:val="00961856"/>
    <w:rsid w:val="00983D3C"/>
    <w:rsid w:val="00A94FD3"/>
    <w:rsid w:val="00B858A7"/>
    <w:rsid w:val="00BA257F"/>
    <w:rsid w:val="00C34DC8"/>
    <w:rsid w:val="00C5251C"/>
    <w:rsid w:val="00C72409"/>
    <w:rsid w:val="00D47095"/>
    <w:rsid w:val="00DB10C8"/>
    <w:rsid w:val="00DF584C"/>
    <w:rsid w:val="00F24325"/>
    <w:rsid w:val="00F96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0F4226"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0F4226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0F4226"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0F4226"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0F4226"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0F4226"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0F4226"/>
    <w:rPr>
      <w:i/>
      <w:sz w:val="16"/>
    </w:rPr>
  </w:style>
  <w:style w:type="paragraph" w:customStyle="1" w:styleId="JobTitle">
    <w:name w:val="Job Title"/>
    <w:basedOn w:val="Normal"/>
    <w:link w:val="JobTitleChar"/>
    <w:qFormat/>
    <w:rsid w:val="000F4226"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sid w:val="000F4226"/>
    <w:rPr>
      <w:b/>
      <w:sz w:val="16"/>
    </w:rPr>
  </w:style>
  <w:style w:type="paragraph" w:customStyle="1" w:styleId="ContactInformation">
    <w:name w:val="Contact Information"/>
    <w:basedOn w:val="Normal"/>
    <w:qFormat/>
    <w:rsid w:val="000F4226"/>
    <w:pPr>
      <w:spacing w:after="400"/>
      <w:ind w:left="288"/>
    </w:pPr>
  </w:style>
  <w:style w:type="paragraph" w:customStyle="1" w:styleId="NormalBodyText">
    <w:name w:val="Normal Body Text"/>
    <w:basedOn w:val="Normal"/>
    <w:qFormat/>
    <w:rsid w:val="000F4226"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sid w:val="000F4226"/>
    <w:rPr>
      <w:caps/>
      <w:spacing w:val="20"/>
      <w:sz w:val="15"/>
    </w:rPr>
  </w:style>
  <w:style w:type="paragraph" w:customStyle="1" w:styleId="Location">
    <w:name w:val="Location"/>
    <w:basedOn w:val="Normal"/>
    <w:qFormat/>
    <w:rsid w:val="000F4226"/>
    <w:pPr>
      <w:ind w:left="288"/>
    </w:pPr>
  </w:style>
  <w:style w:type="paragraph" w:customStyle="1" w:styleId="SpaceAfter">
    <w:name w:val="Space After"/>
    <w:basedOn w:val="Normal"/>
    <w:qFormat/>
    <w:rsid w:val="000F4226"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sid w:val="000F42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226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226"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rsid w:val="000F4226"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rsid w:val="000F4226"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rsid w:val="000F4226"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rsid w:val="000F4226"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unhideWhenUsed/>
    <w:rsid w:val="000F422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226"/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0F422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226"/>
    <w:rPr>
      <w:sz w:val="16"/>
    </w:rPr>
  </w:style>
  <w:style w:type="character" w:styleId="Hyperlink">
    <w:name w:val="Hyperlink"/>
    <w:basedOn w:val="DefaultParagraphFont"/>
    <w:uiPriority w:val="99"/>
    <w:unhideWhenUsed/>
    <w:rsid w:val="00F243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4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nie\AppData\Roaming\Microsoft\Templates\CurriculumVita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23C3E702794AE69D85CB5C5FC95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8BA4E9-B512-456F-B434-2988CD73350B}"/>
      </w:docPartPr>
      <w:docPartBody>
        <w:p w:rsidR="00274D59" w:rsidRDefault="006A5B53">
          <w:pPr>
            <w:pStyle w:val="1223C3E702794AE69D85CB5C5FC95760"/>
          </w:pPr>
          <w:r>
            <w:t>[your name]</w:t>
          </w:r>
        </w:p>
      </w:docPartBody>
    </w:docPart>
    <w:docPart>
      <w:docPartPr>
        <w:name w:val="AF5DD552FE0D4AD28612766788F5F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C2136-370B-4FBE-B67F-881607C31B3F}"/>
      </w:docPartPr>
      <w:docPartBody>
        <w:p w:rsidR="00274D59" w:rsidRDefault="006A5B53">
          <w:pPr>
            <w:pStyle w:val="AF5DD552FE0D4AD28612766788F5F10C"/>
          </w:pPr>
          <w:r>
            <w:t>[Pick the Year]</w:t>
          </w:r>
        </w:p>
      </w:docPartBody>
    </w:docPart>
    <w:docPart>
      <w:docPartPr>
        <w:name w:val="BD65531CB6B6415D9C73A6AA4AEEA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C10FD-B4F8-43BE-B8BE-71B4D3D75B6C}"/>
      </w:docPartPr>
      <w:docPartBody>
        <w:p w:rsidR="00274D59" w:rsidRDefault="006A5B53">
          <w:pPr>
            <w:pStyle w:val="BD65531CB6B6415D9C73A6AA4AEEA3EB"/>
          </w:pPr>
          <w:r>
            <w:t>[Pick the Year]</w:t>
          </w:r>
        </w:p>
      </w:docPartBody>
    </w:docPart>
    <w:docPart>
      <w:docPartPr>
        <w:name w:val="7CF46C3FF92848018065A74F89696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00E85-ADEA-4338-8D1C-6474F6F7A34F}"/>
      </w:docPartPr>
      <w:docPartBody>
        <w:p w:rsidR="006C6CBF" w:rsidRDefault="006C6CBF" w:rsidP="006C6CBF">
          <w:pPr>
            <w:pStyle w:val="7CF46C3FF92848018065A74F896965B8"/>
          </w:pPr>
          <w:r>
            <w:t>[Pick the Year]</w:t>
          </w:r>
        </w:p>
      </w:docPartBody>
    </w:docPart>
    <w:docPart>
      <w:docPartPr>
        <w:name w:val="1E79724AA4024F5C88B4166778B20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55D4B-38C2-4ACC-BB88-B6D00DE3BE2C}"/>
      </w:docPartPr>
      <w:docPartBody>
        <w:p w:rsidR="006C6CBF" w:rsidRDefault="006C6CBF" w:rsidP="006C6CBF">
          <w:pPr>
            <w:pStyle w:val="1E79724AA4024F5C88B4166778B20710"/>
          </w:pPr>
          <w:r>
            <w:t>[Pick the Year]</w:t>
          </w:r>
        </w:p>
      </w:docPartBody>
    </w:docPart>
    <w:docPart>
      <w:docPartPr>
        <w:name w:val="0E08C1E39F774963A0E27E7697889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76BF3-1C63-49BA-9297-46868841F821}"/>
      </w:docPartPr>
      <w:docPartBody>
        <w:p w:rsidR="006C6CBF" w:rsidRDefault="006C6CBF" w:rsidP="006C6CBF">
          <w:pPr>
            <w:pStyle w:val="0E08C1E39F774963A0E27E7697889D59"/>
          </w:pPr>
          <w:r>
            <w:t>[Pick the Year]</w:t>
          </w:r>
        </w:p>
      </w:docPartBody>
    </w:docPart>
    <w:docPart>
      <w:docPartPr>
        <w:name w:val="9B5C11C6C15945858F0A95FF56908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CB85E-21CF-4EFE-8F73-55B9715FECDF}"/>
      </w:docPartPr>
      <w:docPartBody>
        <w:p w:rsidR="006C6CBF" w:rsidRDefault="006C6CBF" w:rsidP="006C6CBF">
          <w:pPr>
            <w:pStyle w:val="9B5C11C6C15945858F0A95FF56908EBA"/>
          </w:pPr>
          <w:r>
            <w:t>[Pick the 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5B53"/>
    <w:rsid w:val="001331EF"/>
    <w:rsid w:val="00274D59"/>
    <w:rsid w:val="006A5B53"/>
    <w:rsid w:val="006C6CBF"/>
    <w:rsid w:val="008E13D6"/>
    <w:rsid w:val="00936024"/>
    <w:rsid w:val="00E86A95"/>
    <w:rsid w:val="00EC6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23C3E702794AE69D85CB5C5FC95760">
    <w:name w:val="1223C3E702794AE69D85CB5C5FC95760"/>
    <w:rsid w:val="00274D59"/>
  </w:style>
  <w:style w:type="paragraph" w:customStyle="1" w:styleId="293F202755C544829851A056CAF6A6E6">
    <w:name w:val="293F202755C544829851A056CAF6A6E6"/>
    <w:rsid w:val="00274D59"/>
  </w:style>
  <w:style w:type="paragraph" w:customStyle="1" w:styleId="07DA8F1226E44C718471F27E9D8EEC6C">
    <w:name w:val="07DA8F1226E44C718471F27E9D8EEC6C"/>
    <w:rsid w:val="00274D59"/>
  </w:style>
  <w:style w:type="paragraph" w:customStyle="1" w:styleId="4968E318144549F4B397FBD260D969C6">
    <w:name w:val="4968E318144549F4B397FBD260D969C6"/>
    <w:rsid w:val="00274D59"/>
  </w:style>
  <w:style w:type="paragraph" w:customStyle="1" w:styleId="5AF4C5D5800B4D05818F4866BF1B4FA8">
    <w:name w:val="5AF4C5D5800B4D05818F4866BF1B4FA8"/>
    <w:rsid w:val="00274D59"/>
  </w:style>
  <w:style w:type="paragraph" w:customStyle="1" w:styleId="773CBE1FA41149F4BE724F5DA44507F2">
    <w:name w:val="773CBE1FA41149F4BE724F5DA44507F2"/>
    <w:rsid w:val="00274D59"/>
  </w:style>
  <w:style w:type="paragraph" w:customStyle="1" w:styleId="7E6911402A324BEF898EADAD6DF06B2B">
    <w:name w:val="7E6911402A324BEF898EADAD6DF06B2B"/>
    <w:rsid w:val="00274D59"/>
  </w:style>
  <w:style w:type="paragraph" w:customStyle="1" w:styleId="AF5DD552FE0D4AD28612766788F5F10C">
    <w:name w:val="AF5DD552FE0D4AD28612766788F5F10C"/>
    <w:rsid w:val="00274D59"/>
  </w:style>
  <w:style w:type="paragraph" w:customStyle="1" w:styleId="E66AD2FBB3914F2B89725CDE26B3E5EB">
    <w:name w:val="E66AD2FBB3914F2B89725CDE26B3E5EB"/>
    <w:rsid w:val="00274D59"/>
  </w:style>
  <w:style w:type="paragraph" w:customStyle="1" w:styleId="8545A8E08EBC4B199A070EC3C85DD45C">
    <w:name w:val="8545A8E08EBC4B199A070EC3C85DD45C"/>
    <w:rsid w:val="00274D59"/>
  </w:style>
  <w:style w:type="paragraph" w:customStyle="1" w:styleId="E707154CF3144D9C8DC4507E664B5AD5">
    <w:name w:val="E707154CF3144D9C8DC4507E664B5AD5"/>
    <w:rsid w:val="00274D59"/>
  </w:style>
  <w:style w:type="paragraph" w:customStyle="1" w:styleId="DC5BA8B6F0BD44B698EEE575C3FAB5D1">
    <w:name w:val="DC5BA8B6F0BD44B698EEE575C3FAB5D1"/>
    <w:rsid w:val="00274D59"/>
  </w:style>
  <w:style w:type="paragraph" w:customStyle="1" w:styleId="BD65531CB6B6415D9C73A6AA4AEEA3EB">
    <w:name w:val="BD65531CB6B6415D9C73A6AA4AEEA3EB"/>
    <w:rsid w:val="00274D59"/>
  </w:style>
  <w:style w:type="paragraph" w:customStyle="1" w:styleId="9D64D42516B541EFABF3E475D857B142">
    <w:name w:val="9D64D42516B541EFABF3E475D857B142"/>
    <w:rsid w:val="00274D59"/>
  </w:style>
  <w:style w:type="paragraph" w:customStyle="1" w:styleId="D51927DCC4CF436C9A8C76F7B815D1B8">
    <w:name w:val="D51927DCC4CF436C9A8C76F7B815D1B8"/>
    <w:rsid w:val="00274D59"/>
  </w:style>
  <w:style w:type="paragraph" w:customStyle="1" w:styleId="9D5A082CAA254F8EB71D0E8A3040BB42">
    <w:name w:val="9D5A082CAA254F8EB71D0E8A3040BB42"/>
    <w:rsid w:val="00274D59"/>
  </w:style>
  <w:style w:type="paragraph" w:customStyle="1" w:styleId="47AA87A4FB474D7EA07A09B69B4CB4D6">
    <w:name w:val="47AA87A4FB474D7EA07A09B69B4CB4D6"/>
    <w:rsid w:val="00274D59"/>
  </w:style>
  <w:style w:type="paragraph" w:customStyle="1" w:styleId="E6B8ED33C0624EE9B7EB45786563932A">
    <w:name w:val="E6B8ED33C0624EE9B7EB45786563932A"/>
    <w:rsid w:val="00274D59"/>
  </w:style>
  <w:style w:type="paragraph" w:customStyle="1" w:styleId="89D9CA5607ED429D949B89792DF7C7C2">
    <w:name w:val="89D9CA5607ED429D949B89792DF7C7C2"/>
    <w:rsid w:val="00274D59"/>
  </w:style>
  <w:style w:type="paragraph" w:customStyle="1" w:styleId="3DED3B937E694AA3A40F6E3A7FF271F4">
    <w:name w:val="3DED3B937E694AA3A40F6E3A7FF271F4"/>
    <w:rsid w:val="00274D59"/>
  </w:style>
  <w:style w:type="paragraph" w:customStyle="1" w:styleId="61CBF56B8B3648BF97EC37EB92D0A515">
    <w:name w:val="61CBF56B8B3648BF97EC37EB92D0A515"/>
    <w:rsid w:val="00274D59"/>
  </w:style>
  <w:style w:type="paragraph" w:customStyle="1" w:styleId="05A96D28FA8D4701B196DBA736A8A554">
    <w:name w:val="05A96D28FA8D4701B196DBA736A8A554"/>
    <w:rsid w:val="00274D59"/>
  </w:style>
  <w:style w:type="paragraph" w:customStyle="1" w:styleId="B977A56040BA41BC8CD60EC79306FA21">
    <w:name w:val="B977A56040BA41BC8CD60EC79306FA21"/>
    <w:rsid w:val="00274D59"/>
  </w:style>
  <w:style w:type="paragraph" w:customStyle="1" w:styleId="D0AF5BFAAC474770AA9B1B7FB7166F76">
    <w:name w:val="D0AF5BFAAC474770AA9B1B7FB7166F76"/>
    <w:rsid w:val="00274D59"/>
  </w:style>
  <w:style w:type="paragraph" w:customStyle="1" w:styleId="ED07B5FAB7E64F95AEA922D6269A8DA2">
    <w:name w:val="ED07B5FAB7E64F95AEA922D6269A8DA2"/>
    <w:rsid w:val="00274D59"/>
  </w:style>
  <w:style w:type="paragraph" w:customStyle="1" w:styleId="6A0A8D65641B4E65B221F579EC436AA4">
    <w:name w:val="6A0A8D65641B4E65B221F579EC436AA4"/>
    <w:rsid w:val="00274D59"/>
  </w:style>
  <w:style w:type="paragraph" w:customStyle="1" w:styleId="92AFFC93851A486693BEBBEE32F70F4F">
    <w:name w:val="92AFFC93851A486693BEBBEE32F70F4F"/>
    <w:rsid w:val="00274D59"/>
  </w:style>
  <w:style w:type="paragraph" w:customStyle="1" w:styleId="56E83D3ECD3041628B612C4CBF3CE4B0">
    <w:name w:val="56E83D3ECD3041628B612C4CBF3CE4B0"/>
    <w:rsid w:val="00274D59"/>
  </w:style>
  <w:style w:type="paragraph" w:customStyle="1" w:styleId="5BB951668D754ED5ACB6BAB323AF90AF">
    <w:name w:val="5BB951668D754ED5ACB6BAB323AF90AF"/>
    <w:rsid w:val="00274D59"/>
  </w:style>
  <w:style w:type="paragraph" w:customStyle="1" w:styleId="C53EA20F99A54659873AB3419CE8D474">
    <w:name w:val="C53EA20F99A54659873AB3419CE8D474"/>
    <w:rsid w:val="00274D59"/>
  </w:style>
  <w:style w:type="paragraph" w:customStyle="1" w:styleId="54510D21A0D14032907581EC22637794">
    <w:name w:val="54510D21A0D14032907581EC22637794"/>
    <w:rsid w:val="00274D59"/>
  </w:style>
  <w:style w:type="paragraph" w:customStyle="1" w:styleId="A00F061B21AE4977A7A42EFF2B17E55A">
    <w:name w:val="A00F061B21AE4977A7A42EFF2B17E55A"/>
    <w:rsid w:val="00274D59"/>
  </w:style>
  <w:style w:type="paragraph" w:customStyle="1" w:styleId="56A904EB6D7A4AA9A07D6749CDF2677E">
    <w:name w:val="56A904EB6D7A4AA9A07D6749CDF2677E"/>
    <w:rsid w:val="00274D59"/>
  </w:style>
  <w:style w:type="paragraph" w:customStyle="1" w:styleId="E02A1FC54A304BAC8F1B63029F9A1E5C">
    <w:name w:val="E02A1FC54A304BAC8F1B63029F9A1E5C"/>
    <w:rsid w:val="00274D59"/>
  </w:style>
  <w:style w:type="paragraph" w:customStyle="1" w:styleId="34C97AC3C0AB4036BBE8D59024254FFA">
    <w:name w:val="34C97AC3C0AB4036BBE8D59024254FFA"/>
    <w:rsid w:val="00274D59"/>
  </w:style>
  <w:style w:type="paragraph" w:customStyle="1" w:styleId="E9913E5B7F524DE9A459889CC8F4B414">
    <w:name w:val="E9913E5B7F524DE9A459889CC8F4B414"/>
    <w:rsid w:val="00274D59"/>
  </w:style>
  <w:style w:type="paragraph" w:customStyle="1" w:styleId="F7A877D6A01B4955AA0BDAB15EBD58E3">
    <w:name w:val="F7A877D6A01B4955AA0BDAB15EBD58E3"/>
    <w:rsid w:val="00274D59"/>
  </w:style>
  <w:style w:type="paragraph" w:customStyle="1" w:styleId="DE0958E366674E11B7574719C25C747F">
    <w:name w:val="DE0958E366674E11B7574719C25C747F"/>
    <w:rsid w:val="00274D59"/>
  </w:style>
  <w:style w:type="paragraph" w:customStyle="1" w:styleId="CA46524AFE8545B19BA18AACE15DE18D">
    <w:name w:val="CA46524AFE8545B19BA18AACE15DE18D"/>
    <w:rsid w:val="00274D59"/>
  </w:style>
  <w:style w:type="paragraph" w:customStyle="1" w:styleId="B8D79321CE82426CBBB928353B6A95FF">
    <w:name w:val="B8D79321CE82426CBBB928353B6A95FF"/>
    <w:rsid w:val="00274D59"/>
  </w:style>
  <w:style w:type="paragraph" w:customStyle="1" w:styleId="6A974452631D42D6A67DF1ACF92D26FD">
    <w:name w:val="6A974452631D42D6A67DF1ACF92D26FD"/>
    <w:rsid w:val="00274D59"/>
  </w:style>
  <w:style w:type="paragraph" w:customStyle="1" w:styleId="2BBB14EC7B99401D9D0A8ED24A1B802B">
    <w:name w:val="2BBB14EC7B99401D9D0A8ED24A1B802B"/>
    <w:rsid w:val="00274D59"/>
  </w:style>
  <w:style w:type="paragraph" w:customStyle="1" w:styleId="ADE017060EA74313965A7F9A6BB0CD5D">
    <w:name w:val="ADE017060EA74313965A7F9A6BB0CD5D"/>
    <w:rsid w:val="00274D59"/>
  </w:style>
  <w:style w:type="paragraph" w:customStyle="1" w:styleId="BB8642AAC22C4B01BB471D310CE9B79B">
    <w:name w:val="BB8642AAC22C4B01BB471D310CE9B79B"/>
    <w:rsid w:val="00274D59"/>
  </w:style>
  <w:style w:type="paragraph" w:customStyle="1" w:styleId="42818793D4A54850B94357C87D225CD7">
    <w:name w:val="42818793D4A54850B94357C87D225CD7"/>
    <w:rsid w:val="00274D59"/>
  </w:style>
  <w:style w:type="paragraph" w:customStyle="1" w:styleId="8047BE21ED684980B3A76C3A08596D9C">
    <w:name w:val="8047BE21ED684980B3A76C3A08596D9C"/>
    <w:rsid w:val="00274D59"/>
  </w:style>
  <w:style w:type="paragraph" w:customStyle="1" w:styleId="96D9150E27774C03AA6CE794E5EB2C4F">
    <w:name w:val="96D9150E27774C03AA6CE794E5EB2C4F"/>
    <w:rsid w:val="00274D59"/>
  </w:style>
  <w:style w:type="paragraph" w:customStyle="1" w:styleId="71BAC27514F24AF09571DED99BE080BA">
    <w:name w:val="71BAC27514F24AF09571DED99BE080BA"/>
    <w:rsid w:val="00274D59"/>
  </w:style>
  <w:style w:type="paragraph" w:customStyle="1" w:styleId="C9A1C0A31EF74E25A2F590ADB2109173">
    <w:name w:val="C9A1C0A31EF74E25A2F590ADB2109173"/>
    <w:rsid w:val="00274D59"/>
  </w:style>
  <w:style w:type="paragraph" w:customStyle="1" w:styleId="B5FE230DF5EE4EC1BFE02B3829CA4EF3">
    <w:name w:val="B5FE230DF5EE4EC1BFE02B3829CA4EF3"/>
    <w:rsid w:val="00274D59"/>
  </w:style>
  <w:style w:type="paragraph" w:customStyle="1" w:styleId="FEC93B4A0448407DB175AB64F7DE9198">
    <w:name w:val="FEC93B4A0448407DB175AB64F7DE9198"/>
    <w:rsid w:val="00274D59"/>
  </w:style>
  <w:style w:type="paragraph" w:customStyle="1" w:styleId="FEC198263B4441F8B416F982B90B5224">
    <w:name w:val="FEC198263B4441F8B416F982B90B5224"/>
    <w:rsid w:val="00274D59"/>
  </w:style>
  <w:style w:type="paragraph" w:customStyle="1" w:styleId="FB2D8EC4F8424FE1B725CBAADBD17692">
    <w:name w:val="FB2D8EC4F8424FE1B725CBAADBD17692"/>
    <w:rsid w:val="00274D59"/>
  </w:style>
  <w:style w:type="paragraph" w:customStyle="1" w:styleId="607953AB122C4D68B03332D1171CB501">
    <w:name w:val="607953AB122C4D68B03332D1171CB501"/>
    <w:rsid w:val="00274D59"/>
  </w:style>
  <w:style w:type="paragraph" w:customStyle="1" w:styleId="BC591D62895B49A1AB44EC272361CA12">
    <w:name w:val="BC591D62895B49A1AB44EC272361CA12"/>
    <w:rsid w:val="00274D59"/>
  </w:style>
  <w:style w:type="paragraph" w:customStyle="1" w:styleId="598FD4B74FF0443AB16B6EE1051C439D">
    <w:name w:val="598FD4B74FF0443AB16B6EE1051C439D"/>
    <w:rsid w:val="00274D59"/>
  </w:style>
  <w:style w:type="paragraph" w:customStyle="1" w:styleId="6A40C0FBB2A64B4389F2785CDD983A5E">
    <w:name w:val="6A40C0FBB2A64B4389F2785CDD983A5E"/>
    <w:rsid w:val="00274D59"/>
  </w:style>
  <w:style w:type="paragraph" w:customStyle="1" w:styleId="DF78F6AE74734CB98E7D47AF1D963971">
    <w:name w:val="DF78F6AE74734CB98E7D47AF1D963971"/>
    <w:rsid w:val="00274D59"/>
  </w:style>
  <w:style w:type="paragraph" w:customStyle="1" w:styleId="EB2B6C0C1BF44D5995021A24F742C02D">
    <w:name w:val="EB2B6C0C1BF44D5995021A24F742C02D"/>
    <w:rsid w:val="00274D59"/>
  </w:style>
  <w:style w:type="paragraph" w:customStyle="1" w:styleId="4C7FFEBA92034A479CB6CC7DCB17D20F">
    <w:name w:val="4C7FFEBA92034A479CB6CC7DCB17D20F"/>
    <w:rsid w:val="00274D59"/>
  </w:style>
  <w:style w:type="paragraph" w:customStyle="1" w:styleId="0D544AD03D414012B714E1F93FDB0230">
    <w:name w:val="0D544AD03D414012B714E1F93FDB0230"/>
    <w:rsid w:val="00274D59"/>
  </w:style>
  <w:style w:type="paragraph" w:customStyle="1" w:styleId="CC89EC515B9E44CC8102222AF9A10A1B">
    <w:name w:val="CC89EC515B9E44CC8102222AF9A10A1B"/>
    <w:rsid w:val="00274D59"/>
  </w:style>
  <w:style w:type="paragraph" w:customStyle="1" w:styleId="C50EB3EC65DA4C75AA518B08FE5AEBE2">
    <w:name w:val="C50EB3EC65DA4C75AA518B08FE5AEBE2"/>
    <w:rsid w:val="00274D59"/>
  </w:style>
  <w:style w:type="paragraph" w:customStyle="1" w:styleId="A1E59426E4FA49D396A76CCFCFCD5CC5">
    <w:name w:val="A1E59426E4FA49D396A76CCFCFCD5CC5"/>
    <w:rsid w:val="00274D59"/>
  </w:style>
  <w:style w:type="paragraph" w:customStyle="1" w:styleId="D49CEDC87DEA41DDB4569C0FAD28E013">
    <w:name w:val="D49CEDC87DEA41DDB4569C0FAD28E013"/>
    <w:rsid w:val="00274D59"/>
  </w:style>
  <w:style w:type="paragraph" w:customStyle="1" w:styleId="E2386C0AABF243F6A262BFADFE05E235">
    <w:name w:val="E2386C0AABF243F6A262BFADFE05E235"/>
    <w:rsid w:val="00274D59"/>
  </w:style>
  <w:style w:type="paragraph" w:customStyle="1" w:styleId="D7C5381667DB498AAF9AF8767545F030">
    <w:name w:val="D7C5381667DB498AAF9AF8767545F030"/>
    <w:rsid w:val="00274D59"/>
  </w:style>
  <w:style w:type="paragraph" w:customStyle="1" w:styleId="4A36035763A946AB83C3B885980FA587">
    <w:name w:val="4A36035763A946AB83C3B885980FA587"/>
    <w:rsid w:val="00274D59"/>
  </w:style>
  <w:style w:type="paragraph" w:customStyle="1" w:styleId="7AEACA26822F4FF68FB10FA4066EC018">
    <w:name w:val="7AEACA26822F4FF68FB10FA4066EC018"/>
    <w:rsid w:val="00274D59"/>
  </w:style>
  <w:style w:type="paragraph" w:customStyle="1" w:styleId="C3B7DC5F922D439E856FF347658EF6FB">
    <w:name w:val="C3B7DC5F922D439E856FF347658EF6FB"/>
    <w:rsid w:val="00274D59"/>
  </w:style>
  <w:style w:type="paragraph" w:customStyle="1" w:styleId="84DADE9867A0401B8C48B5A34880BDF9">
    <w:name w:val="84DADE9867A0401B8C48B5A34880BDF9"/>
    <w:rsid w:val="00274D59"/>
  </w:style>
  <w:style w:type="paragraph" w:customStyle="1" w:styleId="58F6813028F542319D246D9C0790ECA5">
    <w:name w:val="58F6813028F542319D246D9C0790ECA5"/>
    <w:rsid w:val="00274D59"/>
  </w:style>
  <w:style w:type="paragraph" w:customStyle="1" w:styleId="3BC852C2476D4529BDAD93D25FB2887D">
    <w:name w:val="3BC852C2476D4529BDAD93D25FB2887D"/>
    <w:rsid w:val="00274D59"/>
  </w:style>
  <w:style w:type="paragraph" w:customStyle="1" w:styleId="761CFD21FF0C483DACD418047D850E0D">
    <w:name w:val="761CFD21FF0C483DACD418047D850E0D"/>
    <w:rsid w:val="00274D59"/>
  </w:style>
  <w:style w:type="paragraph" w:customStyle="1" w:styleId="A7992D3206E24C009A3B65A54DD8146E">
    <w:name w:val="A7992D3206E24C009A3B65A54DD8146E"/>
    <w:rsid w:val="00274D59"/>
  </w:style>
  <w:style w:type="character" w:styleId="PlaceholderText">
    <w:name w:val="Placeholder Text"/>
    <w:basedOn w:val="DefaultParagraphFont"/>
    <w:uiPriority w:val="99"/>
    <w:semiHidden/>
    <w:rsid w:val="00274D59"/>
    <w:rPr>
      <w:color w:val="808080"/>
    </w:rPr>
  </w:style>
  <w:style w:type="paragraph" w:customStyle="1" w:styleId="7CFD0330FF1547928D9C86F8E50E9A9E">
    <w:name w:val="7CFD0330FF1547928D9C86F8E50E9A9E"/>
    <w:rsid w:val="00274D59"/>
  </w:style>
  <w:style w:type="paragraph" w:customStyle="1" w:styleId="7CF46C3FF92848018065A74F896965B8">
    <w:name w:val="7CF46C3FF92848018065A74F896965B8"/>
    <w:rsid w:val="006C6CBF"/>
  </w:style>
  <w:style w:type="paragraph" w:customStyle="1" w:styleId="1E79724AA4024F5C88B4166778B20710">
    <w:name w:val="1E79724AA4024F5C88B4166778B20710"/>
    <w:rsid w:val="006C6CBF"/>
  </w:style>
  <w:style w:type="paragraph" w:customStyle="1" w:styleId="0E08C1E39F774963A0E27E7697889D59">
    <w:name w:val="0E08C1E39F774963A0E27E7697889D59"/>
    <w:rsid w:val="006C6CBF"/>
  </w:style>
  <w:style w:type="paragraph" w:customStyle="1" w:styleId="9B5C11C6C15945858F0A95FF56908EBA">
    <w:name w:val="9B5C11C6C15945858F0A95FF56908EBA"/>
    <w:rsid w:val="006C6CBF"/>
  </w:style>
  <w:style w:type="paragraph" w:customStyle="1" w:styleId="09EE54C8C30B408DAF3DE87C05C39DC0">
    <w:name w:val="09EE54C8C30B408DAF3DE87C05C39DC0"/>
    <w:rsid w:val="006C6CBF"/>
  </w:style>
  <w:style w:type="paragraph" w:customStyle="1" w:styleId="A7FD8297D6CF4C8298C8CFC249836D3D">
    <w:name w:val="A7FD8297D6CF4C8298C8CFC249836D3D"/>
    <w:rsid w:val="006C6CBF"/>
  </w:style>
  <w:style w:type="paragraph" w:customStyle="1" w:styleId="CFF7C9A811B945EBB3A48B55818E8F3B">
    <w:name w:val="CFF7C9A811B945EBB3A48B55818E8F3B"/>
    <w:rsid w:val="006C6CBF"/>
  </w:style>
  <w:style w:type="paragraph" w:customStyle="1" w:styleId="25B2A505C60D4467955A1825E17D51E0">
    <w:name w:val="25B2A505C60D4467955A1825E17D51E0"/>
    <w:rsid w:val="006C6CBF"/>
  </w:style>
  <w:style w:type="paragraph" w:customStyle="1" w:styleId="1F1FBFD45A474D86A4CC9C83AFDD1DE3">
    <w:name w:val="1F1FBFD45A474D86A4CC9C83AFDD1DE3"/>
    <w:rsid w:val="006C6CBF"/>
  </w:style>
  <w:style w:type="paragraph" w:customStyle="1" w:styleId="3938157EF9854221AC503A01EDA4C8B8">
    <w:name w:val="3938157EF9854221AC503A01EDA4C8B8"/>
    <w:rsid w:val="006C6CBF"/>
  </w:style>
  <w:style w:type="paragraph" w:customStyle="1" w:styleId="7644AA02E8B442C5997B75E5D27942FC">
    <w:name w:val="7644AA02E8B442C5997B75E5D27942FC"/>
    <w:rsid w:val="006C6CB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0" ma:contentTypeDescription="Create a new document." ma:contentTypeScope="" ma:versionID="b6358c8e9ccf10d22debe3a56dce56ac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Props1.xml><?xml version="1.0" encoding="utf-8"?>
<ds:datastoreItem xmlns:ds="http://schemas.openxmlformats.org/officeDocument/2006/customXml" ds:itemID="{92CC4ABA-FE91-41A4-B18E-03B57CBF4C43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E2D8BC-D379-448D-BD63-41BA413FF5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CurriculumVitae</Template>
  <TotalTime>107</TotalTime>
  <Pages>4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Reichert</dc:creator>
  <cp:lastModifiedBy>Bonnie</cp:lastModifiedBy>
  <cp:revision>7</cp:revision>
  <cp:lastPrinted>2006-08-01T17:47:00Z</cp:lastPrinted>
  <dcterms:created xsi:type="dcterms:W3CDTF">2010-06-12T23:01:00Z</dcterms:created>
  <dcterms:modified xsi:type="dcterms:W3CDTF">2010-06-18T19:08:00Z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TC101695599990</vt:lpwstr>
  </property>
</Properties>
</file>